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2C268" w14:textId="132237FF" w:rsidR="007A3012" w:rsidRPr="005354CD" w:rsidRDefault="0A7E9111" w:rsidP="1B4FA7E8">
      <w:pPr>
        <w:pStyle w:val="berschriftDeckblatt"/>
        <w:spacing w:after="360"/>
        <w:jc w:val="center"/>
        <w:rPr>
          <w:rFonts w:ascii="Calibri" w:hAnsi="Calibri" w:cs="Calibri"/>
          <w:color w:val="auto"/>
        </w:rPr>
      </w:pPr>
      <w:r w:rsidRPr="005354CD">
        <w:rPr>
          <w:rFonts w:ascii="Calibri" w:hAnsi="Calibri" w:cs="Calibri"/>
          <w:color w:val="auto"/>
        </w:rPr>
        <w:t>Leistungsschein</w:t>
      </w:r>
    </w:p>
    <w:p w14:paraId="6FAE2FAF" w14:textId="089CEFEC" w:rsidR="00463B87" w:rsidRPr="005354CD" w:rsidRDefault="005047AE" w:rsidP="005A0C39">
      <w:pPr>
        <w:pStyle w:val="berschriftDeckblatt"/>
        <w:spacing w:after="360"/>
        <w:jc w:val="center"/>
        <w:rPr>
          <w:rFonts w:ascii="Calibri" w:hAnsi="Calibri" w:cs="Calibri"/>
          <w:b w:val="0"/>
          <w:bCs/>
          <w:color w:val="auto"/>
          <w:sz w:val="22"/>
        </w:rPr>
      </w:pPr>
      <w:r>
        <w:rPr>
          <w:rFonts w:ascii="Calibri" w:hAnsi="Calibri" w:cs="Calibri"/>
          <w:color w:val="auto"/>
        </w:rPr>
        <w:t>Basis-Modul</w:t>
      </w:r>
      <w:r>
        <w:rPr>
          <w:rFonts w:ascii="Calibri" w:hAnsi="Calibri" w:cs="Calibri"/>
          <w:color w:val="auto"/>
        </w:rPr>
        <w:br/>
      </w:r>
      <w:bookmarkStart w:id="0" w:name="_Hlk191976412"/>
      <w:r w:rsidR="006C13DC">
        <w:rPr>
          <w:rFonts w:ascii="Calibri" w:hAnsi="Calibri" w:cs="Calibri"/>
          <w:color w:val="auto"/>
        </w:rPr>
        <w:t>Beratungslösung</w:t>
      </w:r>
      <w:r w:rsidR="00146B3E" w:rsidRPr="005354CD">
        <w:rPr>
          <w:rFonts w:ascii="Calibri" w:hAnsi="Calibri" w:cs="Calibri"/>
          <w:color w:val="auto"/>
        </w:rPr>
        <w:t xml:space="preserve"> zum Abschluss von VR Pay Kompakt-Lösungen im </w:t>
      </w:r>
      <w:proofErr w:type="spellStart"/>
      <w:r w:rsidR="002041FF">
        <w:rPr>
          <w:rFonts w:ascii="Calibri" w:hAnsi="Calibri" w:cs="Calibri"/>
          <w:color w:val="auto"/>
        </w:rPr>
        <w:t>BankingWorkspace</w:t>
      </w:r>
      <w:bookmarkEnd w:id="0"/>
      <w:proofErr w:type="spellEnd"/>
      <w:r>
        <w:rPr>
          <w:rFonts w:ascii="Calibri" w:hAnsi="Calibri" w:cs="Calibri"/>
          <w:color w:val="auto"/>
        </w:rPr>
        <w:br/>
      </w:r>
    </w:p>
    <w:p w14:paraId="6E59CC06" w14:textId="5DCA62B1" w:rsidR="00E308A2" w:rsidRPr="005354CD" w:rsidRDefault="004E0E3C" w:rsidP="00D45DB3">
      <w:pPr>
        <w:pStyle w:val="berschriftDeckblatt"/>
        <w:spacing w:after="360"/>
        <w:jc w:val="left"/>
        <w:rPr>
          <w:rFonts w:ascii="Calibri" w:hAnsi="Calibri" w:cs="Calibri"/>
          <w:b w:val="0"/>
          <w:bCs/>
          <w:color w:val="auto"/>
        </w:rPr>
      </w:pPr>
      <w:r>
        <w:rPr>
          <w:rFonts w:ascii="Calibri" w:hAnsi="Calibri" w:cs="Calibri"/>
          <w:b w:val="0"/>
          <w:bCs/>
          <w:color w:val="auto"/>
          <w:sz w:val="22"/>
        </w:rPr>
        <w:t>U</w:t>
      </w:r>
      <w:r w:rsidR="00E308A2" w:rsidRPr="005354CD">
        <w:rPr>
          <w:rFonts w:ascii="Calibri" w:hAnsi="Calibri" w:cs="Calibri"/>
          <w:b w:val="0"/>
          <w:bCs/>
          <w:color w:val="auto"/>
          <w:sz w:val="22"/>
        </w:rPr>
        <w:t xml:space="preserve">nter Bezugnahme auf den </w:t>
      </w:r>
    </w:p>
    <w:p w14:paraId="4C98C971" w14:textId="77777777" w:rsidR="00E308A2" w:rsidRPr="005354CD" w:rsidRDefault="00E308A2" w:rsidP="00D45DB3">
      <w:pPr>
        <w:jc w:val="center"/>
        <w:rPr>
          <w:rFonts w:ascii="Calibri" w:hAnsi="Calibri" w:cs="Calibri"/>
        </w:rPr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E308A2" w:rsidRPr="005354CD" w14:paraId="63F3EED2" w14:textId="77777777" w:rsidTr="7371CD44">
        <w:tc>
          <w:tcPr>
            <w:tcW w:w="4678" w:type="dxa"/>
          </w:tcPr>
          <w:p w14:paraId="1C74CD11" w14:textId="77777777" w:rsidR="00E308A2" w:rsidRPr="005354CD" w:rsidRDefault="00E308A2" w:rsidP="00D45DB3">
            <w:pPr>
              <w:ind w:firstLine="3"/>
              <w:jc w:val="center"/>
              <w:rPr>
                <w:rFonts w:ascii="Calibri" w:hAnsi="Calibri" w:cs="Calibri"/>
              </w:rPr>
            </w:pPr>
            <w:r w:rsidRPr="005354CD">
              <w:rPr>
                <w:rFonts w:ascii="Calibri" w:hAnsi="Calibri" w:cs="Calibri"/>
              </w:rPr>
              <w:t>zwischen</w:t>
            </w:r>
          </w:p>
          <w:p w14:paraId="47EBD6EC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Cs/>
                <w:lang w:val="en-US"/>
              </w:rPr>
            </w:pPr>
          </w:p>
        </w:tc>
        <w:tc>
          <w:tcPr>
            <w:tcW w:w="4678" w:type="dxa"/>
          </w:tcPr>
          <w:p w14:paraId="3042DEAF" w14:textId="6C32CC9B" w:rsidR="00E308A2" w:rsidRPr="005354CD" w:rsidRDefault="005354CD" w:rsidP="005354CD">
            <w:pPr>
              <w:ind w:firstLine="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und</w:t>
            </w:r>
          </w:p>
          <w:p w14:paraId="3DA0FC18" w14:textId="77777777" w:rsidR="005354CD" w:rsidRPr="005354CD" w:rsidRDefault="005354CD" w:rsidP="005354CD">
            <w:pPr>
              <w:ind w:firstLine="3"/>
              <w:jc w:val="center"/>
              <w:rPr>
                <w:rFonts w:ascii="Calibri" w:hAnsi="Calibri" w:cs="Calibri"/>
              </w:rPr>
            </w:pPr>
          </w:p>
        </w:tc>
      </w:tr>
      <w:tr w:rsidR="00E308A2" w:rsidRPr="005354CD" w14:paraId="7DC902CF" w14:textId="77777777" w:rsidTr="7371CD44">
        <w:tc>
          <w:tcPr>
            <w:tcW w:w="4678" w:type="dxa"/>
          </w:tcPr>
          <w:p w14:paraId="045F310E" w14:textId="6356BEA0" w:rsidR="00E308A2" w:rsidRPr="005354CD" w:rsidRDefault="005A0C39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BankingGuide</w:t>
            </w:r>
            <w:r w:rsidR="00E308A2" w:rsidRPr="005354CD">
              <w:rPr>
                <w:rFonts w:ascii="Calibri" w:hAnsi="Calibri" w:cs="Calibri"/>
                <w:b/>
                <w:bCs/>
              </w:rPr>
              <w:t xml:space="preserve"> GmbH</w:t>
            </w:r>
          </w:p>
          <w:p w14:paraId="313F5E72" w14:textId="77777777" w:rsidR="005A0C39" w:rsidRPr="005354CD" w:rsidRDefault="005A0C39" w:rsidP="005A0C3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Fürstenwall 172</w:t>
            </w:r>
          </w:p>
          <w:p w14:paraId="6716FED9" w14:textId="77777777" w:rsidR="005A0C39" w:rsidRPr="005354CD" w:rsidRDefault="005A0C39" w:rsidP="005A0C3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40217 Düsseldorf</w:t>
            </w:r>
          </w:p>
          <w:p w14:paraId="7761FEF4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sdt>
            <w:sdtPr>
              <w:rPr>
                <w:rFonts w:ascii="Calibri" w:hAnsi="Calibri" w:cs="Calibri"/>
                <w:b/>
                <w:bCs/>
              </w:rPr>
              <w:alias w:val="Bankname"/>
              <w:tag w:val="Bankname"/>
              <w:id w:val="-2020231576"/>
              <w:placeholder>
                <w:docPart w:val="DefaultPlaceholder_-1854013440"/>
              </w:placeholder>
              <w:showingPlcHdr/>
            </w:sdtPr>
            <w:sdtEndPr/>
            <w:sdtContent>
              <w:p w14:paraId="03630237" w14:textId="2A2B7360" w:rsidR="00E308A2" w:rsidRPr="005354CD" w:rsidRDefault="00465F31" w:rsidP="005354CD">
                <w:pPr>
                  <w:jc w:val="center"/>
                  <w:rPr>
                    <w:rFonts w:ascii="Calibri" w:hAnsi="Calibri" w:cs="Calibri"/>
                    <w:b/>
                    <w:bCs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sdt>
            <w:sdtPr>
              <w:rPr>
                <w:rFonts w:asciiTheme="majorHAnsi" w:hAnsiTheme="majorHAnsi" w:cstheme="majorBidi"/>
                <w:b/>
                <w:bCs/>
              </w:rPr>
              <w:alias w:val="Straße Hausnummer"/>
              <w:tag w:val="Straße Hausnummer"/>
              <w:id w:val="-584449141"/>
              <w:placeholder>
                <w:docPart w:val="D2018308A6C04DBFAE5FBDA96D3E2D08"/>
              </w:placeholder>
              <w:showingPlcHdr/>
            </w:sdtPr>
            <w:sdtEndPr>
              <w:rPr>
                <w:rFonts w:ascii="Calibri" w:hAnsi="Calibri" w:cs="Calibri"/>
                <w:highlight w:val="yellow"/>
              </w:rPr>
            </w:sdtEndPr>
            <w:sdtContent>
              <w:p w14:paraId="51441090" w14:textId="6812CBAC" w:rsidR="005A0C39" w:rsidRPr="001A75CF" w:rsidRDefault="00465F31" w:rsidP="0035211C">
                <w:pPr>
                  <w:jc w:val="center"/>
                  <w:rPr>
                    <w:rFonts w:ascii="Calibri" w:hAnsi="Calibri" w:cs="Calibri"/>
                    <w:b/>
                    <w:bCs/>
                    <w:highlight w:val="yellow"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sdt>
            <w:sdtPr>
              <w:rPr>
                <w:rFonts w:asciiTheme="majorHAnsi" w:hAnsiTheme="majorHAnsi" w:cstheme="majorBidi"/>
                <w:b/>
                <w:bCs/>
              </w:rPr>
              <w:alias w:val="PLZ Ort"/>
              <w:tag w:val="PLZ Ort"/>
              <w:id w:val="-1886166105"/>
              <w:placeholder>
                <w:docPart w:val="5ED8D5F6B37844F483DEB195C840AFE3"/>
              </w:placeholder>
              <w:showingPlcHdr/>
            </w:sdtPr>
            <w:sdtEndPr>
              <w:rPr>
                <w:rFonts w:ascii="Calibri" w:hAnsi="Calibri" w:cs="Calibri"/>
                <w:highlight w:val="yellow"/>
              </w:rPr>
            </w:sdtEndPr>
            <w:sdtContent>
              <w:p w14:paraId="56E5DDD5" w14:textId="6418D61A" w:rsidR="005A0C39" w:rsidRPr="001A75CF" w:rsidRDefault="00465F31" w:rsidP="001A75CF">
                <w:pPr>
                  <w:jc w:val="center"/>
                  <w:rPr>
                    <w:rFonts w:ascii="Calibri" w:hAnsi="Calibri" w:cs="Calibri"/>
                    <w:b/>
                    <w:bCs/>
                    <w:highlight w:val="yellow"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p w14:paraId="74265648" w14:textId="7705819C" w:rsidR="00E308A2" w:rsidRPr="005354CD" w:rsidRDefault="00E308A2" w:rsidP="005354CD">
            <w:pPr>
              <w:ind w:firstLine="3"/>
              <w:jc w:val="center"/>
              <w:rPr>
                <w:rFonts w:ascii="Calibri" w:hAnsi="Calibri" w:cs="Calibri"/>
              </w:rPr>
            </w:pPr>
          </w:p>
        </w:tc>
      </w:tr>
      <w:tr w:rsidR="00E308A2" w:rsidRPr="005354CD" w14:paraId="07B06028" w14:textId="77777777" w:rsidTr="7371CD44">
        <w:tc>
          <w:tcPr>
            <w:tcW w:w="4678" w:type="dxa"/>
          </w:tcPr>
          <w:p w14:paraId="1D61FD4E" w14:textId="1B97798E" w:rsidR="00D45DB3" w:rsidRPr="005354CD" w:rsidRDefault="00D45DB3" w:rsidP="00D45D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54CD">
              <w:rPr>
                <w:rFonts w:ascii="Calibri" w:hAnsi="Calibri" w:cs="Calibri"/>
                <w:bCs/>
              </w:rPr>
              <w:tab/>
            </w:r>
            <w:r w:rsidRPr="005354CD">
              <w:rPr>
                <w:rFonts w:ascii="Calibri" w:hAnsi="Calibri" w:cs="Calibri"/>
                <w:sz w:val="20"/>
                <w:szCs w:val="20"/>
              </w:rPr>
              <w:t>– im Folgenden als „</w:t>
            </w:r>
            <w:r w:rsidR="00C653E1" w:rsidRPr="005354CD">
              <w:rPr>
                <w:rFonts w:ascii="Calibri" w:hAnsi="Calibri" w:cs="Calibri"/>
                <w:sz w:val="20"/>
                <w:szCs w:val="20"/>
              </w:rPr>
              <w:t>Lizenzgeber</w:t>
            </w:r>
            <w:r w:rsidRPr="005354CD">
              <w:rPr>
                <w:rFonts w:ascii="Calibri" w:hAnsi="Calibri" w:cs="Calibri"/>
                <w:sz w:val="20"/>
                <w:szCs w:val="20"/>
              </w:rPr>
              <w:t>“ bezeichnet –</w:t>
            </w:r>
          </w:p>
          <w:p w14:paraId="237DCCBE" w14:textId="533F65C3" w:rsidR="00E308A2" w:rsidRPr="005354CD" w:rsidRDefault="00E308A2" w:rsidP="00D45DB3">
            <w:pPr>
              <w:tabs>
                <w:tab w:val="left" w:pos="1620"/>
              </w:tabs>
              <w:rPr>
                <w:rFonts w:ascii="Calibri" w:hAnsi="Calibri" w:cs="Calibri"/>
                <w:bCs/>
              </w:rPr>
            </w:pPr>
          </w:p>
        </w:tc>
        <w:tc>
          <w:tcPr>
            <w:tcW w:w="4678" w:type="dxa"/>
          </w:tcPr>
          <w:p w14:paraId="2BB5B434" w14:textId="547477BC" w:rsidR="00D45DB3" w:rsidRPr="005354CD" w:rsidRDefault="00D45DB3" w:rsidP="00D45D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54CD">
              <w:rPr>
                <w:rFonts w:ascii="Calibri" w:hAnsi="Calibri" w:cs="Calibri"/>
                <w:sz w:val="20"/>
                <w:szCs w:val="20"/>
              </w:rPr>
              <w:t>– im Folgenden als „</w:t>
            </w:r>
            <w:r w:rsidR="00C653E1" w:rsidRPr="005354CD">
              <w:rPr>
                <w:rFonts w:ascii="Calibri" w:hAnsi="Calibri" w:cs="Calibri"/>
                <w:sz w:val="20"/>
                <w:szCs w:val="20"/>
              </w:rPr>
              <w:t>Lizenznehmer</w:t>
            </w:r>
            <w:r w:rsidRPr="005354CD">
              <w:rPr>
                <w:rFonts w:ascii="Calibri" w:hAnsi="Calibri" w:cs="Calibri"/>
                <w:sz w:val="20"/>
                <w:szCs w:val="20"/>
              </w:rPr>
              <w:t>“ bezeichnet –</w:t>
            </w:r>
          </w:p>
          <w:p w14:paraId="2C244D25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69327C73" w14:textId="39356578" w:rsidR="002D6BEB" w:rsidRPr="005354CD" w:rsidRDefault="403A2DD9" w:rsidP="34B74A89">
      <w:pPr>
        <w:rPr>
          <w:rFonts w:ascii="Calibri" w:hAnsi="Calibri" w:cs="Calibri"/>
        </w:rPr>
      </w:pPr>
      <w:r w:rsidRPr="005354CD">
        <w:rPr>
          <w:rFonts w:ascii="Calibri" w:hAnsi="Calibri" w:cs="Calibri"/>
        </w:rPr>
        <w:t xml:space="preserve">vereinbarten </w:t>
      </w:r>
      <w:r w:rsidR="00716576">
        <w:rPr>
          <w:rFonts w:ascii="Calibri" w:hAnsi="Calibri" w:cs="Calibri"/>
        </w:rPr>
        <w:t>Lizenz</w:t>
      </w:r>
      <w:r w:rsidR="005047AE">
        <w:rPr>
          <w:rFonts w:ascii="Calibri" w:hAnsi="Calibri" w:cs="Calibri"/>
        </w:rPr>
        <w:t>vertrag</w:t>
      </w:r>
      <w:r w:rsidRPr="005354CD">
        <w:rPr>
          <w:rFonts w:ascii="Calibri" w:hAnsi="Calibri" w:cs="Calibri"/>
        </w:rPr>
        <w:t xml:space="preserve"> </w:t>
      </w:r>
      <w:r w:rsidR="00C04444">
        <w:rPr>
          <w:rFonts w:ascii="Calibri" w:hAnsi="Calibri" w:cs="Calibri"/>
        </w:rPr>
        <w:t xml:space="preserve">– unterzeichnet am </w:t>
      </w:r>
      <w:sdt>
        <w:sdtPr>
          <w:rPr>
            <w:rFonts w:ascii="Calibri" w:hAnsi="Calibri" w:cs="Calibri"/>
          </w:rPr>
          <w:alias w:val="Unterschriftdatum des Lizenzvertrags"/>
          <w:tag w:val="Unterschriftdatum des Lizenzvertrags"/>
          <w:id w:val="1893763330"/>
          <w:placeholder>
            <w:docPart w:val="DefaultPlaceholder_-1854013440"/>
          </w:placeholder>
          <w:showingPlcHdr/>
        </w:sdtPr>
        <w:sdtEndPr/>
        <w:sdtContent>
          <w:r w:rsidR="00844A38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844A38">
        <w:rPr>
          <w:rFonts w:ascii="Calibri" w:hAnsi="Calibri" w:cs="Calibri"/>
        </w:rPr>
        <w:t xml:space="preserve"> </w:t>
      </w:r>
      <w:r w:rsidR="00C04444">
        <w:rPr>
          <w:rFonts w:ascii="Calibri" w:hAnsi="Calibri" w:cs="Calibri"/>
        </w:rPr>
        <w:t xml:space="preserve">- </w:t>
      </w:r>
      <w:r w:rsidR="00886E1E">
        <w:rPr>
          <w:rFonts w:ascii="Calibri" w:hAnsi="Calibri" w:cs="Calibri"/>
        </w:rPr>
        <w:t xml:space="preserve">zur Nutzung </w:t>
      </w:r>
      <w:r w:rsidR="005E705C">
        <w:rPr>
          <w:rFonts w:ascii="Calibri" w:hAnsi="Calibri" w:cs="Calibri"/>
        </w:rPr>
        <w:t>des VR Payment</w:t>
      </w:r>
      <w:r w:rsidR="005047AE">
        <w:rPr>
          <w:rFonts w:ascii="Calibri" w:hAnsi="Calibri" w:cs="Calibri"/>
        </w:rPr>
        <w:t>-Leistungspakets</w:t>
      </w:r>
      <w:r w:rsidRPr="005354CD">
        <w:rPr>
          <w:rFonts w:ascii="Calibri" w:hAnsi="Calibri" w:cs="Calibri"/>
        </w:rPr>
        <w:t xml:space="preserve"> schließen die Vertragsparteien folgende</w:t>
      </w:r>
      <w:r w:rsidR="21131BB7" w:rsidRPr="005354CD">
        <w:rPr>
          <w:rFonts w:ascii="Calibri" w:hAnsi="Calibri" w:cs="Calibri"/>
        </w:rPr>
        <w:t>n Leistungsschein.</w:t>
      </w:r>
    </w:p>
    <w:p w14:paraId="76D5F474" w14:textId="6A3A6E05" w:rsidR="00174DC2" w:rsidRPr="005354CD" w:rsidRDefault="00174DC2" w:rsidP="00D45DB3">
      <w:pPr>
        <w:spacing w:before="0"/>
        <w:jc w:val="left"/>
        <w:rPr>
          <w:rFonts w:ascii="Calibri" w:hAnsi="Calibri" w:cs="Calibri"/>
          <w:sz w:val="20"/>
          <w:szCs w:val="20"/>
        </w:rPr>
      </w:pPr>
    </w:p>
    <w:p w14:paraId="678181C6" w14:textId="77777777" w:rsidR="009C160B" w:rsidRPr="005354CD" w:rsidRDefault="009C160B" w:rsidP="00D45DB3">
      <w:pPr>
        <w:spacing w:before="0"/>
        <w:jc w:val="left"/>
        <w:rPr>
          <w:rFonts w:ascii="Calibri" w:hAnsi="Calibri" w:cs="Calibri"/>
          <w:sz w:val="20"/>
          <w:szCs w:val="20"/>
        </w:rPr>
      </w:pPr>
    </w:p>
    <w:p w14:paraId="6FC73798" w14:textId="1E277895" w:rsidR="00831E03" w:rsidRPr="005354CD" w:rsidRDefault="5C9490A7" w:rsidP="3908856E">
      <w:pPr>
        <w:pStyle w:val="berschrift1"/>
        <w:spacing w:line="259" w:lineRule="auto"/>
        <w:rPr>
          <w:rFonts w:ascii="Calibri" w:hAnsi="Calibri" w:cs="Calibri"/>
        </w:rPr>
      </w:pPr>
      <w:r w:rsidRPr="005354CD">
        <w:rPr>
          <w:rFonts w:ascii="Calibri" w:hAnsi="Calibri" w:cs="Calibri"/>
        </w:rPr>
        <w:t>Vertragsgegenstand</w:t>
      </w:r>
    </w:p>
    <w:p w14:paraId="30B363CC" w14:textId="29027E36" w:rsidR="00261EBF" w:rsidRDefault="64861752" w:rsidP="00FE1AED">
      <w:pPr>
        <w:spacing w:line="259" w:lineRule="auto"/>
        <w:jc w:val="left"/>
        <w:rPr>
          <w:rFonts w:ascii="Calibri" w:hAnsi="Calibri" w:cs="Calibri"/>
        </w:rPr>
      </w:pPr>
      <w:r w:rsidRPr="005354CD">
        <w:rPr>
          <w:rFonts w:ascii="Calibri" w:hAnsi="Calibri" w:cs="Calibri"/>
        </w:rPr>
        <w:t xml:space="preserve">Gegenstand dieses </w:t>
      </w:r>
      <w:r w:rsidR="004E0E3C">
        <w:rPr>
          <w:rFonts w:ascii="Calibri" w:hAnsi="Calibri" w:cs="Calibri"/>
        </w:rPr>
        <w:t>Leistungsschein</w:t>
      </w:r>
      <w:r w:rsidR="00D25494">
        <w:rPr>
          <w:rFonts w:ascii="Calibri" w:hAnsi="Calibri" w:cs="Calibri"/>
        </w:rPr>
        <w:t>s</w:t>
      </w:r>
      <w:r w:rsidRPr="005354CD">
        <w:rPr>
          <w:rFonts w:ascii="Calibri" w:hAnsi="Calibri" w:cs="Calibri"/>
        </w:rPr>
        <w:t xml:space="preserve"> ist </w:t>
      </w:r>
      <w:r w:rsidR="00BD1647">
        <w:rPr>
          <w:rFonts w:ascii="Calibri" w:hAnsi="Calibri" w:cs="Calibri"/>
        </w:rPr>
        <w:t xml:space="preserve">die </w:t>
      </w:r>
      <w:r w:rsidR="008B00E1">
        <w:rPr>
          <w:rFonts w:ascii="Calibri" w:hAnsi="Calibri" w:cs="Calibri"/>
        </w:rPr>
        <w:t>Nutzungsberechtigung für das Basis-Modul</w:t>
      </w:r>
      <w:r w:rsidR="00AF584A">
        <w:rPr>
          <w:rFonts w:ascii="Calibri" w:hAnsi="Calibri" w:cs="Calibri"/>
        </w:rPr>
        <w:t xml:space="preserve"> 2 -</w:t>
      </w:r>
      <w:r w:rsidR="008B00E1">
        <w:rPr>
          <w:rFonts w:ascii="Calibri" w:hAnsi="Calibri" w:cs="Calibri"/>
        </w:rPr>
        <w:t xml:space="preserve"> </w:t>
      </w:r>
      <w:r w:rsidR="002944DB">
        <w:rPr>
          <w:rFonts w:ascii="Calibri" w:hAnsi="Calibri" w:cs="Calibri"/>
        </w:rPr>
        <w:t>„</w:t>
      </w:r>
      <w:r w:rsidR="006C13DC" w:rsidRPr="006C13DC">
        <w:rPr>
          <w:rFonts w:ascii="Calibri" w:hAnsi="Calibri" w:cs="Calibri"/>
        </w:rPr>
        <w:t xml:space="preserve">Beratungslösung zum Abschluss von VR Pay Kompakt-Lösungen im </w:t>
      </w:r>
      <w:proofErr w:type="spellStart"/>
      <w:r w:rsidR="006C13DC" w:rsidRPr="006C13DC">
        <w:rPr>
          <w:rFonts w:ascii="Calibri" w:hAnsi="Calibri" w:cs="Calibri"/>
        </w:rPr>
        <w:t>BankingWorkspace</w:t>
      </w:r>
      <w:proofErr w:type="spellEnd"/>
      <w:r w:rsidR="007928B5">
        <w:rPr>
          <w:rFonts w:ascii="Calibri" w:hAnsi="Calibri" w:cs="Calibri"/>
        </w:rPr>
        <w:t xml:space="preserve">“. </w:t>
      </w:r>
    </w:p>
    <w:p w14:paraId="7144929F" w14:textId="77777777" w:rsidR="003C4A38" w:rsidRDefault="00FE1AED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Mit </w:t>
      </w:r>
      <w:r w:rsidR="00261EBF">
        <w:rPr>
          <w:rFonts w:ascii="Calibri" w:hAnsi="Calibri" w:cs="Calibri"/>
        </w:rPr>
        <w:t>diesem</w:t>
      </w:r>
      <w:r w:rsidR="00C93E92">
        <w:rPr>
          <w:rFonts w:ascii="Calibri" w:hAnsi="Calibri" w:cs="Calibri"/>
        </w:rPr>
        <w:t xml:space="preserve"> Basis-Modul werden </w:t>
      </w:r>
      <w:r w:rsidR="00741EB4">
        <w:rPr>
          <w:rFonts w:ascii="Calibri" w:hAnsi="Calibri" w:cs="Calibri"/>
        </w:rPr>
        <w:t>die Vertriebsmitarbeiter</w:t>
      </w:r>
      <w:r w:rsidR="00C93E92">
        <w:rPr>
          <w:rFonts w:ascii="Calibri" w:hAnsi="Calibri" w:cs="Calibri"/>
        </w:rPr>
        <w:t xml:space="preserve"> des Lizenznehmers in die Lage versetzt</w:t>
      </w:r>
      <w:r w:rsidR="007808CE">
        <w:rPr>
          <w:rFonts w:ascii="Calibri" w:hAnsi="Calibri" w:cs="Calibri"/>
        </w:rPr>
        <w:t>,</w:t>
      </w:r>
      <w:r w:rsidR="00D55A70">
        <w:rPr>
          <w:rFonts w:ascii="Calibri" w:hAnsi="Calibri" w:cs="Calibri"/>
        </w:rPr>
        <w:t xml:space="preserve"> die Produktlösung „VR Pay Kompakt“</w:t>
      </w:r>
      <w:r w:rsidR="00B50EAA">
        <w:rPr>
          <w:rFonts w:ascii="Calibri" w:hAnsi="Calibri" w:cs="Calibri"/>
        </w:rPr>
        <w:t xml:space="preserve"> sowie </w:t>
      </w:r>
      <w:r w:rsidR="007808CE">
        <w:rPr>
          <w:rFonts w:ascii="Calibri" w:hAnsi="Calibri" w:cs="Calibri"/>
        </w:rPr>
        <w:t>zugehörige</w:t>
      </w:r>
      <w:r w:rsidR="00B50EAA">
        <w:rPr>
          <w:rFonts w:ascii="Calibri" w:hAnsi="Calibri" w:cs="Calibri"/>
        </w:rPr>
        <w:t xml:space="preserve"> </w:t>
      </w:r>
      <w:r w:rsidR="007808CE">
        <w:rPr>
          <w:rFonts w:ascii="Calibri" w:hAnsi="Calibri" w:cs="Calibri"/>
        </w:rPr>
        <w:t>Ergänzungs</w:t>
      </w:r>
      <w:r w:rsidR="00261EBF">
        <w:rPr>
          <w:rFonts w:ascii="Calibri" w:hAnsi="Calibri" w:cs="Calibri"/>
        </w:rPr>
        <w:t>leistungen</w:t>
      </w:r>
      <w:r w:rsidR="009506AE">
        <w:rPr>
          <w:rFonts w:ascii="Calibri" w:hAnsi="Calibri" w:cs="Calibri"/>
        </w:rPr>
        <w:t xml:space="preserve"> </w:t>
      </w:r>
      <w:r w:rsidR="00EA291F">
        <w:rPr>
          <w:rFonts w:ascii="Calibri" w:hAnsi="Calibri" w:cs="Calibri"/>
        </w:rPr>
        <w:t>i</w:t>
      </w:r>
      <w:r w:rsidR="0049340F">
        <w:rPr>
          <w:rFonts w:ascii="Calibri" w:hAnsi="Calibri" w:cs="Calibri"/>
        </w:rPr>
        <w:t>m Auftrag des Kunden</w:t>
      </w:r>
      <w:r w:rsidR="00EA291F">
        <w:rPr>
          <w:rFonts w:ascii="Calibri" w:hAnsi="Calibri" w:cs="Calibri"/>
        </w:rPr>
        <w:t xml:space="preserve"> </w:t>
      </w:r>
      <w:r w:rsidR="00B50EAA">
        <w:rPr>
          <w:rFonts w:ascii="Calibri" w:hAnsi="Calibri" w:cs="Calibri"/>
        </w:rPr>
        <w:t>abzuschließen</w:t>
      </w:r>
      <w:r w:rsidR="00F23C89">
        <w:rPr>
          <w:rFonts w:ascii="Calibri" w:hAnsi="Calibri" w:cs="Calibri"/>
        </w:rPr>
        <w:t xml:space="preserve"> bzw. den Kunden zu den genannten Produktlösungen zu beraten</w:t>
      </w:r>
      <w:r w:rsidR="00B50EAA">
        <w:rPr>
          <w:rFonts w:ascii="Calibri" w:hAnsi="Calibri" w:cs="Calibri"/>
        </w:rPr>
        <w:t>.</w:t>
      </w:r>
      <w:r w:rsidR="00975E21">
        <w:rPr>
          <w:rFonts w:ascii="Calibri" w:hAnsi="Calibri" w:cs="Calibri"/>
        </w:rPr>
        <w:t xml:space="preserve"> </w:t>
      </w:r>
    </w:p>
    <w:p w14:paraId="4E2FAB64" w14:textId="695FFF05" w:rsidR="005B1C76" w:rsidRDefault="00975E21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Nach </w:t>
      </w:r>
      <w:r w:rsidR="000B34D8">
        <w:rPr>
          <w:rFonts w:ascii="Calibri" w:hAnsi="Calibri" w:cs="Calibri"/>
        </w:rPr>
        <w:t>Durchführung</w:t>
      </w:r>
      <w:r w:rsidR="00EA291F">
        <w:rPr>
          <w:rFonts w:ascii="Calibri" w:hAnsi="Calibri" w:cs="Calibri"/>
        </w:rPr>
        <w:t xml:space="preserve"> der </w:t>
      </w:r>
      <w:r w:rsidR="000B34D8">
        <w:rPr>
          <w:rFonts w:ascii="Calibri" w:hAnsi="Calibri" w:cs="Calibri"/>
        </w:rPr>
        <w:t>Beratung/</w:t>
      </w:r>
      <w:r w:rsidR="00EA291F">
        <w:rPr>
          <w:rFonts w:ascii="Calibri" w:hAnsi="Calibri" w:cs="Calibri"/>
        </w:rPr>
        <w:t>Bestellung</w:t>
      </w:r>
      <w:r w:rsidR="00B63F41">
        <w:rPr>
          <w:rFonts w:ascii="Calibri" w:hAnsi="Calibri" w:cs="Calibri"/>
        </w:rPr>
        <w:t xml:space="preserve"> </w:t>
      </w:r>
      <w:r w:rsidR="000B34D8">
        <w:rPr>
          <w:rFonts w:ascii="Calibri" w:hAnsi="Calibri" w:cs="Calibri"/>
        </w:rPr>
        <w:t xml:space="preserve">erhalten die </w:t>
      </w:r>
      <w:r w:rsidR="000F57F5">
        <w:rPr>
          <w:rFonts w:ascii="Calibri" w:hAnsi="Calibri" w:cs="Calibri"/>
        </w:rPr>
        <w:t>handlungsberechtigten Personen des Kunden (z.B. Geschäftsführer)</w:t>
      </w:r>
      <w:r w:rsidR="00B92595">
        <w:rPr>
          <w:rFonts w:ascii="Calibri" w:hAnsi="Calibri" w:cs="Calibri"/>
        </w:rPr>
        <w:t xml:space="preserve"> eine Bestellzusammenfassung</w:t>
      </w:r>
      <w:r w:rsidR="005B1C76">
        <w:rPr>
          <w:rFonts w:ascii="Calibri" w:hAnsi="Calibri" w:cs="Calibri"/>
        </w:rPr>
        <w:t>.</w:t>
      </w:r>
      <w:r w:rsidR="003C4A38">
        <w:rPr>
          <w:rFonts w:ascii="Calibri" w:hAnsi="Calibri" w:cs="Calibri"/>
        </w:rPr>
        <w:t xml:space="preserve"> </w:t>
      </w:r>
      <w:r w:rsidR="005B1C76">
        <w:rPr>
          <w:rFonts w:ascii="Calibri" w:hAnsi="Calibri" w:cs="Calibri"/>
        </w:rPr>
        <w:t>Die folgenden Informationen sind in der Bestellzusammenfassung enthalten:</w:t>
      </w:r>
    </w:p>
    <w:p w14:paraId="61EB721B" w14:textId="77777777" w:rsidR="003E6DF7" w:rsidRDefault="003E6DF7" w:rsidP="005B1C76">
      <w:pPr>
        <w:pStyle w:val="Listenabsatz"/>
        <w:numPr>
          <w:ilvl w:val="0"/>
          <w:numId w:val="18"/>
        </w:numPr>
        <w:spacing w:line="259" w:lineRule="auto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Übersicht der bestellten Produkte (inkl. Preise)</w:t>
      </w:r>
    </w:p>
    <w:p w14:paraId="3853C463" w14:textId="77777777" w:rsidR="003E6DF7" w:rsidRDefault="00067338" w:rsidP="005B1C76">
      <w:pPr>
        <w:pStyle w:val="Listenabsatz"/>
        <w:numPr>
          <w:ilvl w:val="0"/>
          <w:numId w:val="18"/>
        </w:numPr>
        <w:spacing w:line="259" w:lineRule="auto"/>
        <w:jc w:val="left"/>
        <w:rPr>
          <w:rFonts w:ascii="Calibri" w:hAnsi="Calibri" w:cs="Calibri"/>
          <w:sz w:val="22"/>
        </w:rPr>
      </w:pPr>
      <w:r w:rsidRPr="003E6DF7">
        <w:rPr>
          <w:rFonts w:ascii="Calibri" w:hAnsi="Calibri" w:cs="Calibri"/>
          <w:sz w:val="22"/>
        </w:rPr>
        <w:t>Kundenstammdaten</w:t>
      </w:r>
      <w:r w:rsidR="001033DE" w:rsidRPr="003E6DF7">
        <w:rPr>
          <w:rFonts w:ascii="Calibri" w:hAnsi="Calibri" w:cs="Calibri"/>
          <w:sz w:val="22"/>
        </w:rPr>
        <w:t xml:space="preserve"> – vorbefüllt aus agree21 </w:t>
      </w:r>
    </w:p>
    <w:p w14:paraId="6102DDA4" w14:textId="77777777" w:rsidR="00480DAB" w:rsidRDefault="00067338" w:rsidP="005B1C76">
      <w:pPr>
        <w:pStyle w:val="Listenabsatz"/>
        <w:numPr>
          <w:ilvl w:val="0"/>
          <w:numId w:val="18"/>
        </w:numPr>
        <w:spacing w:line="259" w:lineRule="auto"/>
        <w:jc w:val="left"/>
        <w:rPr>
          <w:rFonts w:ascii="Calibri" w:hAnsi="Calibri" w:cs="Calibri"/>
          <w:sz w:val="22"/>
        </w:rPr>
      </w:pPr>
      <w:r w:rsidRPr="003E6DF7">
        <w:rPr>
          <w:rFonts w:ascii="Calibri" w:hAnsi="Calibri" w:cs="Calibri"/>
          <w:sz w:val="22"/>
        </w:rPr>
        <w:t>Produktdaten</w:t>
      </w:r>
      <w:r w:rsidR="003E6DF7">
        <w:rPr>
          <w:rFonts w:ascii="Calibri" w:hAnsi="Calibri" w:cs="Calibri"/>
          <w:sz w:val="22"/>
        </w:rPr>
        <w:t>, die zur Ausfü</w:t>
      </w:r>
      <w:r w:rsidR="00480DAB">
        <w:rPr>
          <w:rFonts w:ascii="Calibri" w:hAnsi="Calibri" w:cs="Calibri"/>
          <w:sz w:val="22"/>
        </w:rPr>
        <w:t>hrung der Bestellung von VR Payment benötigt werden</w:t>
      </w:r>
    </w:p>
    <w:p w14:paraId="16B35250" w14:textId="0C151DB5" w:rsidR="00821191" w:rsidRDefault="00C2610F" w:rsidP="005B1C76">
      <w:pPr>
        <w:pStyle w:val="Listenabsatz"/>
        <w:numPr>
          <w:ilvl w:val="0"/>
          <w:numId w:val="18"/>
        </w:numPr>
        <w:spacing w:line="259" w:lineRule="auto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Personen- und Kontakt-Daten</w:t>
      </w:r>
      <w:r w:rsidR="00480DAB">
        <w:rPr>
          <w:rFonts w:ascii="Calibri" w:hAnsi="Calibri" w:cs="Calibri"/>
          <w:sz w:val="22"/>
        </w:rPr>
        <w:t xml:space="preserve"> zur Person, die </w:t>
      </w:r>
      <w:r w:rsidR="00B92595" w:rsidRPr="003E6DF7">
        <w:rPr>
          <w:rFonts w:ascii="Calibri" w:hAnsi="Calibri" w:cs="Calibri"/>
          <w:sz w:val="22"/>
        </w:rPr>
        <w:t>d</w:t>
      </w:r>
      <w:r w:rsidR="00821191" w:rsidRPr="003E6DF7">
        <w:rPr>
          <w:rFonts w:ascii="Calibri" w:hAnsi="Calibri" w:cs="Calibri"/>
          <w:sz w:val="22"/>
        </w:rPr>
        <w:t xml:space="preserve">ie Bestellung </w:t>
      </w:r>
      <w:r w:rsidR="00480DAB">
        <w:rPr>
          <w:rFonts w:ascii="Calibri" w:hAnsi="Calibri" w:cs="Calibri"/>
          <w:sz w:val="22"/>
        </w:rPr>
        <w:t xml:space="preserve">beim Lizenznehmer </w:t>
      </w:r>
      <w:r w:rsidR="00821191" w:rsidRPr="003E6DF7">
        <w:rPr>
          <w:rFonts w:ascii="Calibri" w:hAnsi="Calibri" w:cs="Calibri"/>
          <w:sz w:val="22"/>
        </w:rPr>
        <w:t>in Auftrag gegeben hat.</w:t>
      </w:r>
      <w:r w:rsidR="000B34D8" w:rsidRPr="003E6DF7">
        <w:rPr>
          <w:rFonts w:ascii="Calibri" w:hAnsi="Calibri" w:cs="Calibri"/>
          <w:sz w:val="22"/>
        </w:rPr>
        <w:t xml:space="preserve"> </w:t>
      </w:r>
    </w:p>
    <w:p w14:paraId="148A8F07" w14:textId="77777777" w:rsidR="005C4A9D" w:rsidRDefault="005C4A9D" w:rsidP="005B1C76">
      <w:pPr>
        <w:pStyle w:val="Listenabsatz"/>
        <w:numPr>
          <w:ilvl w:val="0"/>
          <w:numId w:val="18"/>
        </w:numPr>
        <w:spacing w:line="259" w:lineRule="auto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Rechtliche Hinweise</w:t>
      </w:r>
      <w:r w:rsidR="003C0639">
        <w:rPr>
          <w:rFonts w:ascii="Calibri" w:hAnsi="Calibri" w:cs="Calibri"/>
          <w:sz w:val="22"/>
        </w:rPr>
        <w:t xml:space="preserve"> </w:t>
      </w:r>
    </w:p>
    <w:p w14:paraId="51E3F17E" w14:textId="5C836883" w:rsidR="003C0639" w:rsidRDefault="003C0639" w:rsidP="005B1C76">
      <w:pPr>
        <w:pStyle w:val="Listenabsatz"/>
        <w:numPr>
          <w:ilvl w:val="0"/>
          <w:numId w:val="18"/>
        </w:numPr>
        <w:spacing w:line="259" w:lineRule="auto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Vertrags</w:t>
      </w:r>
      <w:r w:rsidR="005C4A9D">
        <w:rPr>
          <w:rFonts w:ascii="Calibri" w:hAnsi="Calibri" w:cs="Calibri"/>
          <w:sz w:val="22"/>
        </w:rPr>
        <w:t xml:space="preserve">bestandteile </w:t>
      </w:r>
      <w:r>
        <w:rPr>
          <w:rFonts w:ascii="Calibri" w:hAnsi="Calibri" w:cs="Calibri"/>
          <w:sz w:val="22"/>
        </w:rPr>
        <w:t>(analog VR Payment Serviceantrag</w:t>
      </w:r>
      <w:r w:rsidR="000B4C48">
        <w:rPr>
          <w:rFonts w:ascii="Calibri" w:hAnsi="Calibri" w:cs="Calibri"/>
          <w:sz w:val="22"/>
        </w:rPr>
        <w:t xml:space="preserve"> VR Pay Kompakt (</w:t>
      </w:r>
      <w:r w:rsidR="000B4C48" w:rsidRPr="000B4C48">
        <w:rPr>
          <w:rFonts w:ascii="Calibri" w:hAnsi="Calibri" w:cs="Calibri"/>
          <w:sz w:val="22"/>
        </w:rPr>
        <w:t>EFW-Nr. 554050)</w:t>
      </w:r>
      <w:r w:rsidR="000B4C48">
        <w:rPr>
          <w:rFonts w:ascii="Calibri" w:hAnsi="Calibri" w:cs="Calibri"/>
          <w:sz w:val="22"/>
        </w:rPr>
        <w:t>)</w:t>
      </w:r>
    </w:p>
    <w:p w14:paraId="0B2E55F3" w14:textId="58B68701" w:rsidR="005C4A9D" w:rsidRDefault="005C4A9D" w:rsidP="005B1C76">
      <w:pPr>
        <w:pStyle w:val="Listenabsatz"/>
        <w:numPr>
          <w:ilvl w:val="0"/>
          <w:numId w:val="18"/>
        </w:numPr>
        <w:spacing w:line="259" w:lineRule="auto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Vertragslaufzeit</w:t>
      </w:r>
    </w:p>
    <w:p w14:paraId="02FE2B6C" w14:textId="420873A3" w:rsidR="0029323E" w:rsidRDefault="00F862E2" w:rsidP="0029323E">
      <w:pPr>
        <w:spacing w:line="259" w:lineRule="auto"/>
        <w:jc w:val="left"/>
        <w:rPr>
          <w:rFonts w:ascii="Calibri" w:hAnsi="Calibri" w:cs="Calibri"/>
        </w:rPr>
      </w:pPr>
      <w:r w:rsidRPr="703C438B">
        <w:rPr>
          <w:rFonts w:ascii="Calibri" w:hAnsi="Calibri" w:cs="Calibri"/>
        </w:rPr>
        <w:lastRenderedPageBreak/>
        <w:t xml:space="preserve">Weiterhin </w:t>
      </w:r>
      <w:r w:rsidR="00B1522E" w:rsidRPr="703C438B">
        <w:rPr>
          <w:rFonts w:ascii="Calibri" w:hAnsi="Calibri" w:cs="Calibri"/>
        </w:rPr>
        <w:t xml:space="preserve">wird im Mail-Text an den Kunden auf eine Kontakt-Adresse </w:t>
      </w:r>
      <w:r w:rsidR="003C4A38" w:rsidRPr="703C438B">
        <w:rPr>
          <w:rFonts w:ascii="Calibri" w:hAnsi="Calibri" w:cs="Calibri"/>
        </w:rPr>
        <w:t xml:space="preserve">(von VR Payment) </w:t>
      </w:r>
      <w:r w:rsidR="00B1522E" w:rsidRPr="703C438B">
        <w:rPr>
          <w:rFonts w:ascii="Calibri" w:hAnsi="Calibri" w:cs="Calibri"/>
        </w:rPr>
        <w:t xml:space="preserve">verwiesen, an die sich die </w:t>
      </w:r>
      <w:r w:rsidR="009A392E" w:rsidRPr="703C438B">
        <w:rPr>
          <w:rFonts w:ascii="Calibri" w:hAnsi="Calibri" w:cs="Calibri"/>
        </w:rPr>
        <w:t>h</w:t>
      </w:r>
      <w:r w:rsidR="00B1522E" w:rsidRPr="703C438B">
        <w:rPr>
          <w:rFonts w:ascii="Calibri" w:hAnsi="Calibri" w:cs="Calibri"/>
        </w:rPr>
        <w:t>andlungsberechtigten Personen</w:t>
      </w:r>
      <w:r w:rsidR="005C4A9D" w:rsidRPr="703C438B">
        <w:rPr>
          <w:rFonts w:ascii="Calibri" w:hAnsi="Calibri" w:cs="Calibri"/>
        </w:rPr>
        <w:t xml:space="preserve"> des Kunden</w:t>
      </w:r>
      <w:r w:rsidR="00B1522E" w:rsidRPr="703C438B">
        <w:rPr>
          <w:rFonts w:ascii="Calibri" w:hAnsi="Calibri" w:cs="Calibri"/>
        </w:rPr>
        <w:t xml:space="preserve"> wenden können, wenn </w:t>
      </w:r>
      <w:r w:rsidR="003C4A38" w:rsidRPr="703C438B">
        <w:rPr>
          <w:rFonts w:ascii="Calibri" w:hAnsi="Calibri" w:cs="Calibri"/>
        </w:rPr>
        <w:t>die</w:t>
      </w:r>
      <w:r w:rsidR="00B1522E" w:rsidRPr="703C438B">
        <w:rPr>
          <w:rFonts w:ascii="Calibri" w:hAnsi="Calibri" w:cs="Calibri"/>
        </w:rPr>
        <w:t xml:space="preserve"> </w:t>
      </w:r>
      <w:r w:rsidR="003C4A38" w:rsidRPr="703C438B">
        <w:rPr>
          <w:rFonts w:ascii="Calibri" w:hAnsi="Calibri" w:cs="Calibri"/>
        </w:rPr>
        <w:t>Bestellung</w:t>
      </w:r>
      <w:r w:rsidR="00B1522E" w:rsidRPr="703C438B">
        <w:rPr>
          <w:rFonts w:ascii="Calibri" w:hAnsi="Calibri" w:cs="Calibri"/>
        </w:rPr>
        <w:t xml:space="preserve"> </w:t>
      </w:r>
      <w:r w:rsidR="003C4A38" w:rsidRPr="703C438B">
        <w:rPr>
          <w:rFonts w:ascii="Calibri" w:hAnsi="Calibri" w:cs="Calibri"/>
        </w:rPr>
        <w:t>ohne ihre Zustimmung initiiert wurde</w:t>
      </w:r>
      <w:r w:rsidR="00992274" w:rsidRPr="703C438B">
        <w:rPr>
          <w:rFonts w:ascii="Calibri" w:hAnsi="Calibri" w:cs="Calibri"/>
        </w:rPr>
        <w:t xml:space="preserve"> und </w:t>
      </w:r>
      <w:proofErr w:type="gramStart"/>
      <w:r w:rsidR="00992274" w:rsidRPr="703C438B">
        <w:rPr>
          <w:rFonts w:ascii="Calibri" w:hAnsi="Calibri" w:cs="Calibri"/>
        </w:rPr>
        <w:t>storniert</w:t>
      </w:r>
      <w:proofErr w:type="gramEnd"/>
      <w:r w:rsidR="00992274" w:rsidRPr="703C438B">
        <w:rPr>
          <w:rFonts w:ascii="Calibri" w:hAnsi="Calibri" w:cs="Calibri"/>
        </w:rPr>
        <w:t xml:space="preserve"> werden soll.</w:t>
      </w:r>
      <w:r w:rsidR="045FBFF9" w:rsidRPr="703C438B">
        <w:rPr>
          <w:rFonts w:ascii="Calibri" w:hAnsi="Calibri" w:cs="Calibri"/>
        </w:rPr>
        <w:t xml:space="preserve"> Weiterhin wird auf die Notwendigkeit der Beantragung einer Gläubiger ID bei der Bundesbank durch den Kunden verwiesen (falls noch nicht vorhanden).</w:t>
      </w:r>
      <w:commentRangeStart w:id="1"/>
      <w:commentRangeStart w:id="2"/>
      <w:commentRangeEnd w:id="1"/>
      <w:r>
        <w:rPr>
          <w:rStyle w:val="Kommentarzeichen"/>
        </w:rPr>
        <w:commentReference w:id="1"/>
      </w:r>
      <w:commentRangeEnd w:id="2"/>
      <w:r>
        <w:rPr>
          <w:rStyle w:val="Kommentarzeichen"/>
        </w:rPr>
        <w:commentReference w:id="2"/>
      </w:r>
    </w:p>
    <w:p w14:paraId="70C02779" w14:textId="6275F926" w:rsidR="64861752" w:rsidRDefault="003C4A38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Parallel </w:t>
      </w:r>
      <w:r w:rsidR="00992274">
        <w:rPr>
          <w:rFonts w:ascii="Calibri" w:hAnsi="Calibri" w:cs="Calibri"/>
        </w:rPr>
        <w:t xml:space="preserve">zum Versand der Bestellzusammenfassung an den Kunden </w:t>
      </w:r>
      <w:r w:rsidR="000F77B2">
        <w:rPr>
          <w:rFonts w:ascii="Calibri" w:hAnsi="Calibri" w:cs="Calibri"/>
        </w:rPr>
        <w:t xml:space="preserve">werden alle in vorstehender Aufzählung genannten Informationen </w:t>
      </w:r>
      <w:r w:rsidR="000F45C2">
        <w:rPr>
          <w:rFonts w:ascii="Calibri" w:hAnsi="Calibri" w:cs="Calibri"/>
        </w:rPr>
        <w:t>per API-Schnittstelle zur VR Payment übermittelt.</w:t>
      </w:r>
    </w:p>
    <w:p w14:paraId="520002D1" w14:textId="0AB8E32D" w:rsidR="00BB37E3" w:rsidRPr="005354CD" w:rsidRDefault="00BB37E3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Weitere Informationen zum konkreten Leistungsumfang der Lösung entnehmen Sie der Anwender-Dokumentation </w:t>
      </w:r>
      <w:r w:rsidR="007D531A" w:rsidRPr="007D531A">
        <w:rPr>
          <w:rFonts w:ascii="Calibri" w:hAnsi="Calibri" w:cs="Calibri"/>
        </w:rPr>
        <w:t>„</w:t>
      </w:r>
      <w:r w:rsidR="00992274">
        <w:rPr>
          <w:rFonts w:ascii="Calibri" w:hAnsi="Calibri" w:cs="Calibri"/>
        </w:rPr>
        <w:t>VR Payment Beratungsmodule</w:t>
      </w:r>
      <w:r w:rsidR="007D531A" w:rsidRPr="007D531A">
        <w:rPr>
          <w:rFonts w:ascii="Calibri" w:hAnsi="Calibri" w:cs="Calibri"/>
        </w:rPr>
        <w:t>“</w:t>
      </w:r>
      <w:r w:rsidRPr="007D531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im ATRUVIA Hub.</w:t>
      </w:r>
    </w:p>
    <w:p w14:paraId="4659D6A2" w14:textId="77777777" w:rsidR="001B138D" w:rsidRPr="005354CD" w:rsidRDefault="001B138D" w:rsidP="001B138D">
      <w:pPr>
        <w:pStyle w:val="BMS-CD-Flietext"/>
      </w:pPr>
    </w:p>
    <w:p w14:paraId="6B9D2820" w14:textId="3D71C36C" w:rsidR="001B138D" w:rsidRPr="005354CD" w:rsidRDefault="00C93E92" w:rsidP="001B138D">
      <w:pPr>
        <w:pStyle w:val="berschrift1"/>
        <w:rPr>
          <w:rFonts w:ascii="Calibri" w:hAnsi="Calibri" w:cs="Calibri"/>
        </w:rPr>
      </w:pPr>
      <w:r>
        <w:rPr>
          <w:rFonts w:ascii="Calibri" w:hAnsi="Calibri" w:cs="Calibri"/>
        </w:rPr>
        <w:t>Betriebsplattform</w:t>
      </w:r>
    </w:p>
    <w:p w14:paraId="6F9997F1" w14:textId="5C752E65" w:rsidR="7761BD15" w:rsidRPr="00CA212F" w:rsidRDefault="00C93E92" w:rsidP="38C5A534">
      <w:pPr>
        <w:pStyle w:val="VRHB-Flietext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A212F">
        <w:rPr>
          <w:rFonts w:ascii="Calibri" w:eastAsiaTheme="minorEastAsia" w:hAnsi="Calibri" w:cs="Calibri"/>
          <w:color w:val="auto"/>
          <w:sz w:val="22"/>
          <w:szCs w:val="22"/>
          <w:lang w:eastAsia="en-US"/>
        </w:rPr>
        <w:t>Das</w:t>
      </w:r>
      <w:r w:rsidR="00CA212F" w:rsidRPr="00CA212F">
        <w:rPr>
          <w:rFonts w:ascii="Calibri" w:eastAsiaTheme="minorEastAsia" w:hAnsi="Calibri" w:cs="Calibri"/>
          <w:color w:val="auto"/>
          <w:sz w:val="22"/>
          <w:szCs w:val="22"/>
          <w:lang w:eastAsia="en-US"/>
        </w:rPr>
        <w:t xml:space="preserve"> Basis-Modul </w:t>
      </w:r>
      <w:r w:rsidR="00CA212F" w:rsidRPr="00CA212F">
        <w:rPr>
          <w:rFonts w:ascii="Calibri" w:hAnsi="Calibri" w:cs="Calibri"/>
          <w:sz w:val="22"/>
          <w:szCs w:val="22"/>
        </w:rPr>
        <w:t>„</w:t>
      </w:r>
      <w:r w:rsidR="00992274" w:rsidRPr="00992274">
        <w:rPr>
          <w:rFonts w:ascii="Calibri" w:hAnsi="Calibri" w:cs="Calibri"/>
          <w:color w:val="auto"/>
          <w:sz w:val="22"/>
          <w:szCs w:val="22"/>
        </w:rPr>
        <w:t xml:space="preserve">Beratungslösung zum Abschluss von VR Pay Kompakt-Lösungen im </w:t>
      </w:r>
      <w:proofErr w:type="spellStart"/>
      <w:r w:rsidR="00992274" w:rsidRPr="00992274">
        <w:rPr>
          <w:rFonts w:ascii="Calibri" w:hAnsi="Calibri" w:cs="Calibri"/>
          <w:color w:val="auto"/>
          <w:sz w:val="22"/>
          <w:szCs w:val="22"/>
        </w:rPr>
        <w:t>BankingWorkspace</w:t>
      </w:r>
      <w:proofErr w:type="spellEnd"/>
      <w:r w:rsidR="00CA212F" w:rsidRPr="00CA212F">
        <w:rPr>
          <w:rFonts w:ascii="Calibri" w:hAnsi="Calibri" w:cs="Calibri"/>
          <w:sz w:val="22"/>
          <w:szCs w:val="22"/>
        </w:rPr>
        <w:t>“</w:t>
      </w:r>
      <w:r w:rsidR="00CA212F">
        <w:rPr>
          <w:rFonts w:ascii="Calibri" w:hAnsi="Calibri" w:cs="Calibri"/>
          <w:sz w:val="22"/>
          <w:szCs w:val="22"/>
        </w:rPr>
        <w:t xml:space="preserve"> wird im </w:t>
      </w:r>
      <w:proofErr w:type="spellStart"/>
      <w:r w:rsidR="00992274">
        <w:rPr>
          <w:rFonts w:ascii="Calibri" w:hAnsi="Calibri" w:cs="Calibri"/>
          <w:sz w:val="22"/>
          <w:szCs w:val="22"/>
        </w:rPr>
        <w:t>BankingWorkspace</w:t>
      </w:r>
      <w:proofErr w:type="spellEnd"/>
      <w:r w:rsidR="00CA212F">
        <w:rPr>
          <w:rFonts w:ascii="Calibri" w:hAnsi="Calibri" w:cs="Calibri"/>
          <w:sz w:val="22"/>
          <w:szCs w:val="22"/>
        </w:rPr>
        <w:t xml:space="preserve"> der Bank betrieben.</w:t>
      </w:r>
    </w:p>
    <w:p w14:paraId="70F416F4" w14:textId="7BF796D5" w:rsidR="38C5A534" w:rsidRPr="005354CD" w:rsidRDefault="38C5A534" w:rsidP="38C5A534">
      <w:pPr>
        <w:pStyle w:val="VRHB-Flietext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2D73F8C" w14:textId="207E9FD4" w:rsidR="001B138D" w:rsidRPr="005354CD" w:rsidRDefault="44380B58" w:rsidP="001B138D">
      <w:pPr>
        <w:pStyle w:val="berschrift1"/>
        <w:rPr>
          <w:rFonts w:ascii="Calibri" w:hAnsi="Calibri" w:cs="Calibri"/>
        </w:rPr>
      </w:pPr>
      <w:r w:rsidRPr="005354CD">
        <w:rPr>
          <w:rFonts w:ascii="Calibri" w:hAnsi="Calibri" w:cs="Calibri"/>
        </w:rPr>
        <w:t>Vergütung</w:t>
      </w:r>
    </w:p>
    <w:p w14:paraId="41C415BA" w14:textId="4AAF87B7" w:rsidR="001357D5" w:rsidRDefault="009506AE" w:rsidP="001357D5">
      <w:pPr>
        <w:spacing w:line="259" w:lineRule="auto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Für die Nutzung </w:t>
      </w:r>
      <w:r w:rsidR="00462781">
        <w:rPr>
          <w:rFonts w:ascii="Calibri" w:eastAsiaTheme="minorEastAsia" w:hAnsi="Calibri" w:cs="Calibri"/>
        </w:rPr>
        <w:t>dieses</w:t>
      </w:r>
      <w:r>
        <w:rPr>
          <w:rFonts w:ascii="Calibri" w:eastAsiaTheme="minorEastAsia" w:hAnsi="Calibri" w:cs="Calibri"/>
        </w:rPr>
        <w:t xml:space="preserve"> Basis-Moduls fallen – neben dem Basis-Lizenzpreis</w:t>
      </w:r>
      <w:r w:rsidR="00462781">
        <w:rPr>
          <w:rFonts w:ascii="Calibri" w:eastAsiaTheme="minorEastAsia" w:hAnsi="Calibri" w:cs="Calibri"/>
        </w:rPr>
        <w:t xml:space="preserve"> (gem. </w:t>
      </w:r>
      <w:r w:rsidR="0085643C">
        <w:rPr>
          <w:rFonts w:ascii="Calibri" w:eastAsiaTheme="minorEastAsia" w:hAnsi="Calibri" w:cs="Calibri"/>
        </w:rPr>
        <w:t xml:space="preserve">§4 des Lizenzvertrags) </w:t>
      </w:r>
      <w:r w:rsidR="00462781">
        <w:rPr>
          <w:rFonts w:ascii="Calibri" w:eastAsiaTheme="minorEastAsia" w:hAnsi="Calibri" w:cs="Calibri"/>
        </w:rPr>
        <w:t>-</w:t>
      </w:r>
      <w:r>
        <w:rPr>
          <w:rFonts w:ascii="Calibri" w:eastAsiaTheme="minorEastAsia" w:hAnsi="Calibri" w:cs="Calibri"/>
        </w:rPr>
        <w:t xml:space="preserve"> keine weiteren Lizenzgebühren an</w:t>
      </w:r>
      <w:r w:rsidR="001357D5">
        <w:rPr>
          <w:rFonts w:ascii="Calibri" w:eastAsiaTheme="minorEastAsia" w:hAnsi="Calibri" w:cs="Calibri"/>
        </w:rPr>
        <w:t>.</w:t>
      </w:r>
    </w:p>
    <w:p w14:paraId="6A6C09C4" w14:textId="793F9F25" w:rsidR="000000E8" w:rsidRDefault="000000E8">
      <w:pPr>
        <w:spacing w:befor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6DAEDFD" w14:textId="77777777" w:rsidR="008E0DBC" w:rsidRPr="005354CD" w:rsidRDefault="6169C9E9" w:rsidP="34B74A89">
      <w:pPr>
        <w:pStyle w:val="berschrift1"/>
        <w:spacing w:line="259" w:lineRule="auto"/>
        <w:ind w:left="567" w:hanging="567"/>
        <w:rPr>
          <w:rFonts w:ascii="Calibri" w:hAnsi="Calibri" w:cs="Calibri"/>
        </w:rPr>
      </w:pPr>
      <w:bookmarkStart w:id="3" w:name="_Toc162939611"/>
      <w:bookmarkStart w:id="4" w:name="_Hlk163043754"/>
      <w:r w:rsidRPr="005354CD">
        <w:rPr>
          <w:rFonts w:ascii="Calibri" w:hAnsi="Calibri" w:cs="Calibri"/>
        </w:rPr>
        <w:lastRenderedPageBreak/>
        <w:t>Unterschriften</w:t>
      </w:r>
      <w:bookmarkEnd w:id="3"/>
    </w:p>
    <w:bookmarkEnd w:id="4"/>
    <w:p w14:paraId="75A6D569" w14:textId="77777777" w:rsidR="00573D93" w:rsidRPr="00971666" w:rsidRDefault="00573D93" w:rsidP="00462781">
      <w:pPr>
        <w:tabs>
          <w:tab w:val="left" w:pos="4536"/>
        </w:tabs>
        <w:spacing w:before="0"/>
        <w:ind w:left="27"/>
        <w:rPr>
          <w:rFonts w:asciiTheme="majorHAnsi" w:hAnsiTheme="majorHAnsi" w:cstheme="majorHAnsi"/>
          <w:sz w:val="20"/>
          <w:szCs w:val="20"/>
        </w:rPr>
      </w:pPr>
    </w:p>
    <w:p w14:paraId="1C560645" w14:textId="46C06225" w:rsidR="00573D93" w:rsidRPr="00573D93" w:rsidRDefault="00573D93" w:rsidP="00462781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640053B6" w14:textId="4DCACD08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7B98484D" w14:textId="77777777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1C1AB45A" w14:textId="607F52B9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b/>
        </w:rPr>
      </w:pPr>
      <w:r w:rsidRPr="00844A38">
        <w:rPr>
          <w:rFonts w:ascii="Calibri" w:hAnsi="Calibri" w:cs="Calibri"/>
          <w:b/>
        </w:rPr>
        <w:t>BankingGuide GmbH</w:t>
      </w:r>
    </w:p>
    <w:p w14:paraId="47859645" w14:textId="4EDE22AE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AE2AA08" w14:textId="655F6273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  <w:r w:rsidRPr="00844A38">
        <w:rPr>
          <w:rFonts w:ascii="Calibri" w:hAnsi="Calibri" w:cs="Calibri"/>
        </w:rPr>
        <w:t xml:space="preserve">Düsseldorf, </w:t>
      </w:r>
      <w:sdt>
        <w:sdtPr>
          <w:rPr>
            <w:rFonts w:ascii="Calibri" w:hAnsi="Calibri" w:cs="Calibri"/>
          </w:rPr>
          <w:id w:val="4174064"/>
          <w:placeholder>
            <w:docPart w:val="C3CC2C71653C4B1EB22BEFAC569F2462"/>
          </w:placeholder>
        </w:sdtPr>
        <w:sdtEndPr/>
        <w:sdtContent>
          <w:r w:rsidRPr="00844A38">
            <w:rPr>
              <w:rFonts w:ascii="Calibri" w:hAnsi="Calibri" w:cs="Calibri"/>
            </w:rPr>
            <w:fldChar w:fldCharType="begin"/>
          </w:r>
          <w:r w:rsidRPr="00844A38">
            <w:rPr>
              <w:rFonts w:ascii="Calibri" w:hAnsi="Calibri" w:cs="Calibri"/>
            </w:rPr>
            <w:instrText xml:space="preserve"> TIME \@ "dd.MM.yyyy" </w:instrText>
          </w:r>
          <w:r w:rsidRPr="00844A38">
            <w:rPr>
              <w:rFonts w:ascii="Calibri" w:hAnsi="Calibri" w:cs="Calibri"/>
            </w:rPr>
            <w:fldChar w:fldCharType="separate"/>
          </w:r>
          <w:r w:rsidR="00AF584A">
            <w:rPr>
              <w:rFonts w:ascii="Calibri" w:hAnsi="Calibri" w:cs="Calibri"/>
              <w:noProof/>
            </w:rPr>
            <w:t>03.04.2025</w:t>
          </w:r>
          <w:r w:rsidRPr="00844A38">
            <w:rPr>
              <w:rFonts w:ascii="Calibri" w:hAnsi="Calibri" w:cs="Calibri"/>
            </w:rPr>
            <w:fldChar w:fldCharType="end"/>
          </w:r>
        </w:sdtContent>
      </w:sdt>
    </w:p>
    <w:p w14:paraId="14A1F45D" w14:textId="450606C6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8342D02" w14:textId="23D86272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4AF9512" w14:textId="76B6BB89" w:rsidR="005413A8" w:rsidRPr="005413A8" w:rsidRDefault="00844A3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  <w:r w:rsidRPr="00E61F49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64D45D25" wp14:editId="23F3CE10">
            <wp:extent cx="1733550" cy="742315"/>
            <wp:effectExtent l="0" t="0" r="0" b="635"/>
            <wp:docPr id="1860575347" name="Grafik 1" descr="Ein Bild, das Entwurf, Handschrift, Zeichnung, Kalli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575347" name="Grafik 1" descr="Ein Bild, das Entwurf, Handschrift, Zeichnung, Kalligrafie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4A38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>
        <w:rPr>
          <w:rFonts w:asciiTheme="majorHAnsi" w:hAnsiTheme="majorHAnsi" w:cstheme="majorHAnsi"/>
          <w:noProof/>
          <w:sz w:val="20"/>
          <w:szCs w:val="20"/>
        </w:rPr>
        <w:t xml:space="preserve">                                      </w:t>
      </w:r>
      <w:r w:rsidRPr="00B06988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19E94EC1" wp14:editId="267F0327">
            <wp:extent cx="1627200" cy="523452"/>
            <wp:effectExtent l="0" t="0" r="0" b="0"/>
            <wp:docPr id="1898377064" name="Grafik 1" descr="Ein Bild, das Handschrift, Schrift, Kalligrafie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377064" name="Grafik 1" descr="Ein Bild, das Handschrift, Schrift, Kalligrafie, Typografie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200" cy="52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6AA3B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67ED7957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1C54EBA1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Dennis Liemann, Geschäftsführer</w:t>
      </w:r>
      <w:r w:rsidRPr="005413A8">
        <w:rPr>
          <w:rFonts w:ascii="Calibri" w:hAnsi="Calibri" w:cs="Calibri"/>
          <w:sz w:val="20"/>
          <w:szCs w:val="20"/>
        </w:rPr>
        <w:tab/>
        <w:t>Ralf Schneider, Geschäftsführer</w:t>
      </w:r>
    </w:p>
    <w:p w14:paraId="00E03DFC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5B68C64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734B9BD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7CC64BB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5E52C2CE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03E15F3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780D9EE8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D962EC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458C8159" w14:textId="3AD8ACF2" w:rsidR="005413A8" w:rsidRPr="00844A38" w:rsidRDefault="00916E2E" w:rsidP="005413A8">
      <w:pPr>
        <w:tabs>
          <w:tab w:val="left" w:pos="4536"/>
        </w:tabs>
        <w:spacing w:before="0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alias w:val="Bankname"/>
          <w:tag w:val="Bankname"/>
          <w:id w:val="-1589924418"/>
          <w:placeholder>
            <w:docPart w:val="7DCA07F5E1BE41A3B78E501AE5CFC2ED"/>
          </w:placeholder>
          <w:showingPlcHdr/>
        </w:sdtPr>
        <w:sdtEndPr>
          <w:rPr>
            <w:highlight w:val="yellow"/>
          </w:rPr>
        </w:sdtEndPr>
        <w:sdtContent>
          <w:r w:rsidR="002B3E67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3A4B0800" w14:textId="77777777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B7ECB94" w14:textId="24299C9C" w:rsidR="005413A8" w:rsidRPr="00844A38" w:rsidRDefault="00916E2E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alias w:val="Ort"/>
          <w:tag w:val="Ort"/>
          <w:id w:val="-1746257363"/>
          <w:placeholder>
            <w:docPart w:val="84CD60B8181840AF93D9EE10004081AE"/>
          </w:placeholder>
          <w:showingPlcHdr/>
        </w:sdtPr>
        <w:sdtEndPr/>
        <w:sdtContent>
          <w:r w:rsidR="002B3E67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5413A8" w:rsidRPr="00844A38">
        <w:rPr>
          <w:rFonts w:ascii="Calibri" w:hAnsi="Calibri" w:cs="Calibri"/>
        </w:rPr>
        <w:t xml:space="preserve"> , </w:t>
      </w:r>
      <w:sdt>
        <w:sdtPr>
          <w:rPr>
            <w:rFonts w:ascii="Calibri" w:hAnsi="Calibri" w:cs="Calibri"/>
          </w:rPr>
          <w:alias w:val="Datum"/>
          <w:tag w:val="Datum"/>
          <w:id w:val="983736026"/>
          <w:placeholder>
            <w:docPart w:val="E9F75E56B50D4BE9B1FAEF6300C1FCC1"/>
          </w:placeholder>
        </w:sdtPr>
        <w:sdtEndPr/>
        <w:sdtContent>
          <w:r w:rsidR="005413A8" w:rsidRPr="00844A38">
            <w:rPr>
              <w:rFonts w:ascii="Calibri" w:hAnsi="Calibri" w:cs="Calibri"/>
            </w:rPr>
            <w:fldChar w:fldCharType="begin"/>
          </w:r>
          <w:r w:rsidR="005413A8" w:rsidRPr="00844A38">
            <w:rPr>
              <w:rFonts w:ascii="Calibri" w:hAnsi="Calibri" w:cs="Calibri"/>
            </w:rPr>
            <w:instrText xml:space="preserve"> TIME \@ "dd.MM.yyyy" </w:instrText>
          </w:r>
          <w:r w:rsidR="005413A8" w:rsidRPr="00844A38">
            <w:rPr>
              <w:rFonts w:ascii="Calibri" w:hAnsi="Calibri" w:cs="Calibri"/>
            </w:rPr>
            <w:fldChar w:fldCharType="separate"/>
          </w:r>
          <w:r w:rsidR="00AF584A">
            <w:rPr>
              <w:rFonts w:ascii="Calibri" w:hAnsi="Calibri" w:cs="Calibri"/>
              <w:noProof/>
            </w:rPr>
            <w:t>03.04.2025</w:t>
          </w:r>
          <w:r w:rsidR="005413A8" w:rsidRPr="00844A38">
            <w:rPr>
              <w:rFonts w:ascii="Calibri" w:hAnsi="Calibri" w:cs="Calibri"/>
            </w:rPr>
            <w:fldChar w:fldCharType="end"/>
          </w:r>
        </w:sdtContent>
      </w:sdt>
    </w:p>
    <w:p w14:paraId="7A54D5F6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23A13F78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7C0CB73B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0EDE4E12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0165B0EE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35414A44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24CAE833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173AB52C" w14:textId="158069DA" w:rsidR="005413A8" w:rsidRPr="005413A8" w:rsidRDefault="00916E2E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1, Funktion"/>
          <w:tag w:val="Name Unterzeichner 1, Funktion"/>
          <w:id w:val="1198039544"/>
          <w:placeholder>
            <w:docPart w:val="84CD60B8181840AF93D9EE10004081AE"/>
          </w:placeholder>
          <w:showingPlcHdr/>
        </w:sdtPr>
        <w:sdtEndPr/>
        <w:sdtContent>
          <w:r w:rsidR="00AC72B4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5413A8" w:rsidRPr="005413A8">
        <w:rPr>
          <w:rFonts w:ascii="Calibri" w:hAnsi="Calibri" w:cs="Calibri"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2, Funktion"/>
          <w:tag w:val="Name Unterzeichner 2, Funktion"/>
          <w:id w:val="-545610400"/>
          <w:placeholder>
            <w:docPart w:val="4DBD83654BDF47B083DC1C739F2B6B4A"/>
          </w:placeholder>
          <w:showingPlcHdr/>
        </w:sdtPr>
        <w:sdtEndPr/>
        <w:sdtContent>
          <w:r w:rsidR="00AC72B4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42452380" w14:textId="77777777" w:rsidR="005413A8" w:rsidRPr="005413A8" w:rsidRDefault="005413A8" w:rsidP="005413A8">
      <w:pPr>
        <w:pStyle w:val="BMS-CD-Flietext"/>
        <w:spacing w:line="240" w:lineRule="auto"/>
      </w:pPr>
    </w:p>
    <w:p w14:paraId="2B3B58EA" w14:textId="77777777" w:rsidR="00573D93" w:rsidRPr="005413A8" w:rsidRDefault="00573D93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sectPr w:rsidR="00573D93" w:rsidRPr="005413A8" w:rsidSect="009E3C3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/>
      <w:pgMar w:top="1418" w:right="1134" w:bottom="1418" w:left="1134" w:header="1219" w:footer="680" w:gutter="0"/>
      <w:cols w:space="708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Schneider, Ralf" w:date="2025-03-04T14:39:00Z" w:initials="SR">
    <w:p w14:paraId="51CD41F0" w14:textId="1D435748" w:rsidR="00E5300F" w:rsidRDefault="00E5300F">
      <w:r>
        <w:annotationRef/>
      </w:r>
      <w:r w:rsidRPr="138F2F65">
        <w:t>Sollte man aufnehmen, dass der Kunde in der eMail auch darauf hingewiesen wird, wie er an einer Gläubiger-ID kommt?</w:t>
      </w:r>
    </w:p>
  </w:comment>
  <w:comment w:id="2" w:author="Jan-Marvin Beyer | BMS Corporate Solutions GmbH" w:date="2025-03-05T11:33:00Z" w:initials="JG">
    <w:p w14:paraId="5C3893B2" w14:textId="1BA952BA" w:rsidR="00916E2E" w:rsidRDefault="00916E2E">
      <w:pPr>
        <w:pStyle w:val="Kommentartext"/>
      </w:pPr>
      <w:r>
        <w:rPr>
          <w:rStyle w:val="Kommentarzeichen"/>
        </w:rPr>
        <w:annotationRef/>
      </w:r>
      <w:r w:rsidRPr="52672FAD">
        <w:t>Erledigt.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1CD41F0" w15:done="1"/>
  <w15:commentEx w15:paraId="5C3893B2" w15:paraIdParent="51CD41F0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01D5A1B" w16cex:dateUtc="2025-03-04T13:39:00Z"/>
  <w16cex:commentExtensible w16cex:durableId="582DE117" w16cex:dateUtc="2025-03-05T10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1CD41F0" w16cid:durableId="701D5A1B"/>
  <w16cid:commentId w16cid:paraId="5C3893B2" w16cid:durableId="582DE1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F7E84" w14:textId="77777777" w:rsidR="00F14AEE" w:rsidRPr="007716B7" w:rsidRDefault="00F14AEE" w:rsidP="008E4DC3">
      <w:r w:rsidRPr="007716B7">
        <w:separator/>
      </w:r>
    </w:p>
  </w:endnote>
  <w:endnote w:type="continuationSeparator" w:id="0">
    <w:p w14:paraId="692778C4" w14:textId="77777777" w:rsidR="00F14AEE" w:rsidRPr="007716B7" w:rsidRDefault="00F14AEE" w:rsidP="008E4DC3">
      <w:r w:rsidRPr="007716B7">
        <w:continuationSeparator/>
      </w:r>
    </w:p>
  </w:endnote>
  <w:endnote w:type="continuationNotice" w:id="1">
    <w:p w14:paraId="7F21C319" w14:textId="77777777" w:rsidR="00F14AEE" w:rsidRDefault="00F14AE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osGFG">
    <w:altName w:val="Calibri"/>
    <w:charset w:val="00"/>
    <w:family w:val="swiss"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D9286" w14:textId="77777777" w:rsidR="00270879" w:rsidRDefault="002708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22356305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C452E6" w14:textId="4D111C4A" w:rsidR="009E3C32" w:rsidRPr="004A6FFA" w:rsidRDefault="009E3C32">
            <w:pPr>
              <w:pStyle w:val="Fuzeile"/>
              <w:jc w:val="right"/>
              <w:rPr>
                <w:rFonts w:ascii="Calibri" w:hAnsi="Calibri" w:cs="Calibri"/>
              </w:rPr>
            </w:pPr>
            <w:r w:rsidRPr="004A6FFA">
              <w:rPr>
                <w:rFonts w:ascii="Calibri" w:hAnsi="Calibri" w:cs="Calibri"/>
              </w:rPr>
              <w:t xml:space="preserve">Seite </w:t>
            </w:r>
            <w:r w:rsidRPr="004A6FFA">
              <w:rPr>
                <w:rFonts w:ascii="Calibri" w:hAnsi="Calibri" w:cs="Calibri"/>
                <w:b/>
                <w:bCs/>
              </w:rPr>
              <w:fldChar w:fldCharType="begin"/>
            </w:r>
            <w:r w:rsidRPr="004A6FFA">
              <w:rPr>
                <w:rFonts w:ascii="Calibri" w:hAnsi="Calibri" w:cs="Calibri"/>
                <w:b/>
                <w:bCs/>
              </w:rPr>
              <w:instrText>PAGE</w:instrText>
            </w:r>
            <w:r w:rsidRPr="004A6FFA">
              <w:rPr>
                <w:rFonts w:ascii="Calibri" w:hAnsi="Calibri" w:cs="Calibri"/>
                <w:b/>
                <w:bCs/>
              </w:rPr>
              <w:fldChar w:fldCharType="separate"/>
            </w:r>
            <w:r w:rsidRPr="004A6FFA">
              <w:rPr>
                <w:rFonts w:ascii="Calibri" w:hAnsi="Calibri" w:cs="Calibri"/>
                <w:b/>
                <w:bCs/>
              </w:rPr>
              <w:t>2</w:t>
            </w:r>
            <w:r w:rsidRPr="004A6FFA">
              <w:rPr>
                <w:rFonts w:ascii="Calibri" w:hAnsi="Calibri" w:cs="Calibri"/>
                <w:b/>
                <w:bCs/>
              </w:rPr>
              <w:fldChar w:fldCharType="end"/>
            </w:r>
            <w:r w:rsidRPr="004A6FFA">
              <w:rPr>
                <w:rFonts w:ascii="Calibri" w:hAnsi="Calibri" w:cs="Calibri"/>
              </w:rPr>
              <w:t xml:space="preserve"> von </w:t>
            </w:r>
            <w:r w:rsidRPr="004A6FFA">
              <w:rPr>
                <w:rFonts w:ascii="Calibri" w:hAnsi="Calibri" w:cs="Calibri"/>
                <w:b/>
                <w:bCs/>
              </w:rPr>
              <w:fldChar w:fldCharType="begin"/>
            </w:r>
            <w:r w:rsidRPr="004A6FFA">
              <w:rPr>
                <w:rFonts w:ascii="Calibri" w:hAnsi="Calibri" w:cs="Calibri"/>
                <w:b/>
                <w:bCs/>
              </w:rPr>
              <w:instrText>NUMPAGES</w:instrText>
            </w:r>
            <w:r w:rsidRPr="004A6FFA">
              <w:rPr>
                <w:rFonts w:ascii="Calibri" w:hAnsi="Calibri" w:cs="Calibri"/>
                <w:b/>
                <w:bCs/>
              </w:rPr>
              <w:fldChar w:fldCharType="separate"/>
            </w:r>
            <w:r w:rsidRPr="004A6FFA">
              <w:rPr>
                <w:rFonts w:ascii="Calibri" w:hAnsi="Calibri" w:cs="Calibri"/>
                <w:b/>
                <w:bCs/>
              </w:rPr>
              <w:t>2</w:t>
            </w:r>
            <w:r w:rsidRPr="004A6FFA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6DD915CE" w14:textId="77777777" w:rsidR="00CA6EE5" w:rsidRPr="004A6FFA" w:rsidRDefault="00CA6EE5">
    <w:pPr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B5B86" w14:textId="77777777" w:rsidR="00270879" w:rsidRDefault="0027087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6619C" w14:textId="77777777" w:rsidR="00F14AEE" w:rsidRPr="007716B7" w:rsidRDefault="00F14AEE" w:rsidP="008E4DC3">
      <w:r w:rsidRPr="007716B7">
        <w:separator/>
      </w:r>
    </w:p>
  </w:footnote>
  <w:footnote w:type="continuationSeparator" w:id="0">
    <w:p w14:paraId="4E334387" w14:textId="77777777" w:rsidR="00F14AEE" w:rsidRPr="007716B7" w:rsidRDefault="00F14AEE" w:rsidP="008E4DC3">
      <w:r w:rsidRPr="007716B7">
        <w:continuationSeparator/>
      </w:r>
    </w:p>
  </w:footnote>
  <w:footnote w:type="continuationNotice" w:id="1">
    <w:p w14:paraId="1B4BE9FE" w14:textId="77777777" w:rsidR="00F14AEE" w:rsidRDefault="00F14AEE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7B29" w14:textId="77777777" w:rsidR="00270879" w:rsidRDefault="0027087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4512" w14:textId="65A432CF" w:rsidR="00270879" w:rsidRDefault="0027087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7AF94" w14:textId="77777777" w:rsidR="00270879" w:rsidRDefault="0027087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0CF2"/>
    <w:multiLevelType w:val="hybridMultilevel"/>
    <w:tmpl w:val="9314D724"/>
    <w:lvl w:ilvl="0" w:tplc="A240FDC0">
      <w:start w:val="1"/>
      <w:numFmt w:val="decimal"/>
      <w:pStyle w:val="Nummerierung"/>
      <w:lvlText w:val="(%1)"/>
      <w:lvlJc w:val="left"/>
      <w:pPr>
        <w:tabs>
          <w:tab w:val="num" w:pos="585"/>
        </w:tabs>
        <w:ind w:left="585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73623E0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CE726D62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A4865B2C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21D8B95A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632AA40A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C1A689BE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D3841792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8600460C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 w15:restartNumberingAfterBreak="0">
    <w:nsid w:val="0DC854C9"/>
    <w:multiLevelType w:val="hybridMultilevel"/>
    <w:tmpl w:val="3E48C4EC"/>
    <w:lvl w:ilvl="0" w:tplc="91363142">
      <w:start w:val="1"/>
      <w:numFmt w:val="decimal"/>
      <w:pStyle w:val="berschrift2-Absatz"/>
      <w:lvlText w:val="4.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023CA"/>
    <w:multiLevelType w:val="hybridMultilevel"/>
    <w:tmpl w:val="D34E09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4A3F"/>
    <w:multiLevelType w:val="multilevel"/>
    <w:tmpl w:val="33360A54"/>
    <w:lvl w:ilvl="0">
      <w:start w:val="1"/>
      <w:numFmt w:val="bullet"/>
      <w:pStyle w:val="Eben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2D67" w:themeColor="background2"/>
      </w:rPr>
    </w:lvl>
    <w:lvl w:ilvl="1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hint="default"/>
        <w:color w:val="002D67" w:themeColor="background2"/>
      </w:r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2D67" w:themeColor="background2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04660D2"/>
    <w:multiLevelType w:val="multilevel"/>
    <w:tmpl w:val="76787A18"/>
    <w:lvl w:ilvl="0">
      <w:start w:val="1"/>
      <w:numFmt w:val="decimal"/>
      <w:pStyle w:val="berschrift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D751CC"/>
    <w:multiLevelType w:val="multilevel"/>
    <w:tmpl w:val="68DAEE8A"/>
    <w:numStyleLink w:val="VRHB-TabAfzStrich"/>
  </w:abstractNum>
  <w:abstractNum w:abstractNumId="6" w15:restartNumberingAfterBreak="0">
    <w:nsid w:val="2F1F75E7"/>
    <w:multiLevelType w:val="multilevel"/>
    <w:tmpl w:val="8D8CC4F4"/>
    <w:styleLink w:val="ListeTabAfzPunkt"/>
    <w:lvl w:ilvl="0">
      <w:start w:val="1"/>
      <w:numFmt w:val="bullet"/>
      <w:pStyle w:val="VRHB-TabelleninhaltAfzPunkt"/>
      <w:lvlText w:val=""/>
      <w:lvlJc w:val="left"/>
      <w:pPr>
        <w:ind w:left="170" w:hanging="17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37432C2"/>
    <w:multiLevelType w:val="multilevel"/>
    <w:tmpl w:val="BB762214"/>
    <w:styleLink w:val="VRHB-TabAfzabc"/>
    <w:lvl w:ilvl="0">
      <w:start w:val="1"/>
      <w:numFmt w:val="lowerLetter"/>
      <w:pStyle w:val="VRHB-TabelleninhaltAfzabc"/>
      <w:lvlText w:val="%1."/>
      <w:lvlJc w:val="left"/>
      <w:pPr>
        <w:ind w:left="199" w:hanging="19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57B7526"/>
    <w:multiLevelType w:val="multilevel"/>
    <w:tmpl w:val="AB881036"/>
    <w:styleLink w:val="VRAfzNummer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454" w:hanging="227"/>
      </w:pPr>
      <w:rPr>
        <w:rFonts w:hint="default"/>
      </w:rPr>
    </w:lvl>
    <w:lvl w:ilvl="2">
      <w:start w:val="1"/>
      <w:numFmt w:val="decimal"/>
      <w:lvlRestart w:val="0"/>
      <w:lvlText w:val="%3."/>
      <w:lvlJc w:val="left"/>
      <w:pPr>
        <w:ind w:left="680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B8107B6"/>
    <w:multiLevelType w:val="multilevel"/>
    <w:tmpl w:val="BE50BCBE"/>
    <w:styleLink w:val="VRAfzPunkte1-3"/>
    <w:lvl w:ilvl="0">
      <w:start w:val="1"/>
      <w:numFmt w:val="bullet"/>
      <w:lvlText w:val="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ind w:left="454" w:hanging="22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ind w:left="680" w:hanging="226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4BF2393D"/>
    <w:multiLevelType w:val="multilevel"/>
    <w:tmpl w:val="68DAEE8A"/>
    <w:styleLink w:val="VRHB-TabAfzStrich"/>
    <w:lvl w:ilvl="0">
      <w:start w:val="1"/>
      <w:numFmt w:val="bullet"/>
      <w:pStyle w:val="VRHB-TabelleninhaltAfzStrich"/>
      <w:lvlText w:val="–"/>
      <w:lvlJc w:val="left"/>
      <w:pPr>
        <w:ind w:left="227" w:hanging="227"/>
      </w:pPr>
      <w:rPr>
        <w:rFonts w:ascii="GenosGFG" w:hAnsi="GenosGFG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FB15B3"/>
    <w:multiLevelType w:val="multilevel"/>
    <w:tmpl w:val="74AC7BA8"/>
    <w:styleLink w:val="VRAfzPunkteeinfach"/>
    <w:lvl w:ilvl="0">
      <w:start w:val="1"/>
      <w:numFmt w:val="decimal"/>
      <w:pStyle w:val="VRHB-FlietextAfzPunkt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6C052A1"/>
    <w:multiLevelType w:val="hybridMultilevel"/>
    <w:tmpl w:val="5CB033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D73C8"/>
    <w:multiLevelType w:val="multilevel"/>
    <w:tmpl w:val="1130CCA2"/>
    <w:styleLink w:val="VRAufzTab"/>
    <w:lvl w:ilvl="0">
      <w:start w:val="1"/>
      <w:numFmt w:val="bullet"/>
      <w:lvlText w:val=""/>
      <w:lvlJc w:val="left"/>
      <w:pPr>
        <w:ind w:left="170" w:hanging="170"/>
      </w:pPr>
      <w:rPr>
        <w:rFonts w:ascii="Wingdings" w:hAnsi="Wingdings"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BE170BA"/>
    <w:multiLevelType w:val="multilevel"/>
    <w:tmpl w:val="3BE64646"/>
    <w:styleLink w:val="VRAfzabc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ind w:left="454" w:hanging="227"/>
      </w:pPr>
      <w:rPr>
        <w:rFonts w:hint="default"/>
      </w:rPr>
    </w:lvl>
    <w:lvl w:ilvl="2">
      <w:start w:val="1"/>
      <w:numFmt w:val="lowerLetter"/>
      <w:lvlRestart w:val="0"/>
      <w:lvlText w:val="%3)"/>
      <w:lvlJc w:val="left"/>
      <w:pPr>
        <w:ind w:left="680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1995DFB"/>
    <w:multiLevelType w:val="multilevel"/>
    <w:tmpl w:val="3FE4856A"/>
    <w:styleLink w:val="ListeTabAfzZiff"/>
    <w:lvl w:ilvl="0">
      <w:start w:val="1"/>
      <w:numFmt w:val="decimal"/>
      <w:pStyle w:val="VRHB-TabelleninhaltAfzZiff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A60E66"/>
    <w:multiLevelType w:val="multilevel"/>
    <w:tmpl w:val="251274F2"/>
    <w:name w:val="unordered-list"/>
    <w:lvl w:ilvl="0">
      <w:numFmt w:val="bullet"/>
      <w:lvlText w:val="■"/>
      <w:lvlJc w:val="left"/>
      <w:pPr>
        <w:tabs>
          <w:tab w:val="num" w:pos="359"/>
        </w:tabs>
        <w:ind w:left="359" w:hanging="285"/>
      </w:pPr>
    </w:lvl>
    <w:lvl w:ilvl="1">
      <w:numFmt w:val="bullet"/>
      <w:lvlText w:val="●"/>
      <w:lvlJc w:val="left"/>
      <w:pPr>
        <w:tabs>
          <w:tab w:val="num" w:pos="649"/>
        </w:tabs>
        <w:ind w:left="649" w:hanging="285"/>
      </w:pPr>
    </w:lvl>
    <w:lvl w:ilvl="2">
      <w:numFmt w:val="bullet"/>
      <w:lvlText w:val="-"/>
      <w:lvlJc w:val="left"/>
      <w:pPr>
        <w:tabs>
          <w:tab w:val="num" w:pos="854"/>
        </w:tabs>
        <w:ind w:left="854" w:hanging="285"/>
      </w:pPr>
    </w:lvl>
    <w:lvl w:ilvl="3">
      <w:numFmt w:val="bullet"/>
      <w:lvlText w:val="-"/>
      <w:lvlJc w:val="left"/>
      <w:pPr>
        <w:tabs>
          <w:tab w:val="num" w:pos="1138"/>
        </w:tabs>
        <w:ind w:left="1138" w:hanging="285"/>
      </w:pPr>
    </w:lvl>
    <w:lvl w:ilvl="4">
      <w:numFmt w:val="bullet"/>
      <w:lvlText w:val="-"/>
      <w:lvlJc w:val="left"/>
      <w:pPr>
        <w:tabs>
          <w:tab w:val="num" w:pos="1423"/>
        </w:tabs>
        <w:ind w:left="1423" w:hanging="285"/>
      </w:pPr>
    </w:lvl>
    <w:lvl w:ilvl="5">
      <w:numFmt w:val="bullet"/>
      <w:lvlText w:val="-"/>
      <w:lvlJc w:val="left"/>
      <w:pPr>
        <w:tabs>
          <w:tab w:val="num" w:pos="1707"/>
        </w:tabs>
        <w:ind w:left="1707" w:hanging="285"/>
      </w:pPr>
    </w:lvl>
    <w:lvl w:ilvl="6">
      <w:numFmt w:val="bullet"/>
      <w:lvlText w:val="-"/>
      <w:lvlJc w:val="left"/>
      <w:pPr>
        <w:tabs>
          <w:tab w:val="num" w:pos="1992"/>
        </w:tabs>
        <w:ind w:left="1992" w:hanging="285"/>
      </w:pPr>
    </w:lvl>
    <w:lvl w:ilvl="7">
      <w:numFmt w:val="bullet"/>
      <w:lvlText w:val="-"/>
      <w:lvlJc w:val="left"/>
      <w:pPr>
        <w:tabs>
          <w:tab w:val="num" w:pos="2276"/>
        </w:tabs>
        <w:ind w:left="2276" w:hanging="285"/>
      </w:pPr>
    </w:lvl>
    <w:lvl w:ilvl="8">
      <w:numFmt w:val="bullet"/>
      <w:lvlText w:val="-"/>
      <w:lvlJc w:val="left"/>
      <w:pPr>
        <w:tabs>
          <w:tab w:val="num" w:pos="2561"/>
        </w:tabs>
        <w:ind w:left="2561" w:hanging="285"/>
      </w:pPr>
    </w:lvl>
  </w:abstractNum>
  <w:abstractNum w:abstractNumId="17" w15:restartNumberingAfterBreak="0">
    <w:nsid w:val="7D9F7E0A"/>
    <w:multiLevelType w:val="hybridMultilevel"/>
    <w:tmpl w:val="217E4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604989">
    <w:abstractNumId w:val="4"/>
  </w:num>
  <w:num w:numId="2" w16cid:durableId="1859274353">
    <w:abstractNumId w:val="14"/>
  </w:num>
  <w:num w:numId="3" w16cid:durableId="1196457159">
    <w:abstractNumId w:val="9"/>
  </w:num>
  <w:num w:numId="4" w16cid:durableId="1620641609">
    <w:abstractNumId w:val="11"/>
  </w:num>
  <w:num w:numId="5" w16cid:durableId="1856533149">
    <w:abstractNumId w:val="8"/>
  </w:num>
  <w:num w:numId="6" w16cid:durableId="580605118">
    <w:abstractNumId w:val="13"/>
  </w:num>
  <w:num w:numId="7" w16cid:durableId="2107073786">
    <w:abstractNumId w:val="11"/>
  </w:num>
  <w:num w:numId="8" w16cid:durableId="85423941">
    <w:abstractNumId w:val="6"/>
  </w:num>
  <w:num w:numId="9" w16cid:durableId="1216892809">
    <w:abstractNumId w:val="15"/>
  </w:num>
  <w:num w:numId="10" w16cid:durableId="1488667277">
    <w:abstractNumId w:val="7"/>
  </w:num>
  <w:num w:numId="11" w16cid:durableId="1771967168">
    <w:abstractNumId w:val="10"/>
  </w:num>
  <w:num w:numId="12" w16cid:durableId="232593416">
    <w:abstractNumId w:val="5"/>
  </w:num>
  <w:num w:numId="13" w16cid:durableId="97726983">
    <w:abstractNumId w:val="3"/>
  </w:num>
  <w:num w:numId="14" w16cid:durableId="714504148">
    <w:abstractNumId w:val="1"/>
  </w:num>
  <w:num w:numId="15" w16cid:durableId="1771510241">
    <w:abstractNumId w:val="0"/>
  </w:num>
  <w:num w:numId="16" w16cid:durableId="1466896115">
    <w:abstractNumId w:val="2"/>
  </w:num>
  <w:num w:numId="17" w16cid:durableId="719599661">
    <w:abstractNumId w:val="12"/>
  </w:num>
  <w:num w:numId="18" w16cid:durableId="724836647">
    <w:abstractNumId w:val="1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chneider, Ralf">
    <w15:presenceInfo w15:providerId="AD" w15:userId="S::ralf.schneider_dzbank.de#ext#@bms4.onmicrosoft.com::3dd542c2-767b-46b4-b129-f467a0584bb1"/>
  </w15:person>
  <w15:person w15:author="Jan-Marvin Beyer | BMS Corporate Solutions GmbH">
    <w15:presenceInfo w15:providerId="AD" w15:userId="S::jan-marvin.beyer@bms-cs.de::0753ebf6-8832-42d3-a15d-0ca96b0183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w6nP0X7RgezwDxIh2WPMwEmyoRmRz+840MLcqW/hK+7/EWCT3RnvkqkLYjUWvuPDTkbbXufTghDVvRqarxrcyQ==" w:salt="zQsZnKH5ECrED8NpYwjZfQ==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C32"/>
    <w:rsid w:val="000000E8"/>
    <w:rsid w:val="00002FFE"/>
    <w:rsid w:val="00010DD9"/>
    <w:rsid w:val="000127EA"/>
    <w:rsid w:val="00017234"/>
    <w:rsid w:val="00024743"/>
    <w:rsid w:val="00037E26"/>
    <w:rsid w:val="00044624"/>
    <w:rsid w:val="00047C77"/>
    <w:rsid w:val="0005787D"/>
    <w:rsid w:val="00067338"/>
    <w:rsid w:val="00071E30"/>
    <w:rsid w:val="00080BC9"/>
    <w:rsid w:val="0008599F"/>
    <w:rsid w:val="00087FD0"/>
    <w:rsid w:val="000911F5"/>
    <w:rsid w:val="000922A0"/>
    <w:rsid w:val="000A18A1"/>
    <w:rsid w:val="000A36EB"/>
    <w:rsid w:val="000B34D8"/>
    <w:rsid w:val="000B4C48"/>
    <w:rsid w:val="000B4CD0"/>
    <w:rsid w:val="000B673E"/>
    <w:rsid w:val="000C5504"/>
    <w:rsid w:val="000D4280"/>
    <w:rsid w:val="000D54A4"/>
    <w:rsid w:val="000D6F33"/>
    <w:rsid w:val="000E275A"/>
    <w:rsid w:val="000E4A4F"/>
    <w:rsid w:val="000F45C2"/>
    <w:rsid w:val="000F57F5"/>
    <w:rsid w:val="000F73FA"/>
    <w:rsid w:val="000F77B2"/>
    <w:rsid w:val="00100E19"/>
    <w:rsid w:val="00102536"/>
    <w:rsid w:val="00102B3C"/>
    <w:rsid w:val="001033DE"/>
    <w:rsid w:val="00106DAC"/>
    <w:rsid w:val="001073B5"/>
    <w:rsid w:val="00112A4B"/>
    <w:rsid w:val="00114BB7"/>
    <w:rsid w:val="001165CF"/>
    <w:rsid w:val="00124999"/>
    <w:rsid w:val="0012739B"/>
    <w:rsid w:val="001325FC"/>
    <w:rsid w:val="001357D5"/>
    <w:rsid w:val="00144E55"/>
    <w:rsid w:val="00146B3E"/>
    <w:rsid w:val="0015163C"/>
    <w:rsid w:val="00156218"/>
    <w:rsid w:val="001575E6"/>
    <w:rsid w:val="00165F28"/>
    <w:rsid w:val="0017333D"/>
    <w:rsid w:val="00174DC2"/>
    <w:rsid w:val="00175213"/>
    <w:rsid w:val="00175D8E"/>
    <w:rsid w:val="00194AB6"/>
    <w:rsid w:val="001978B5"/>
    <w:rsid w:val="001A75CF"/>
    <w:rsid w:val="001B0BC0"/>
    <w:rsid w:val="001B138D"/>
    <w:rsid w:val="001B2C56"/>
    <w:rsid w:val="001C3398"/>
    <w:rsid w:val="001C6631"/>
    <w:rsid w:val="001D13AA"/>
    <w:rsid w:val="001D4273"/>
    <w:rsid w:val="001D6629"/>
    <w:rsid w:val="001E1ACD"/>
    <w:rsid w:val="001E51DD"/>
    <w:rsid w:val="001E63ED"/>
    <w:rsid w:val="001E70F7"/>
    <w:rsid w:val="001F359E"/>
    <w:rsid w:val="001F7B50"/>
    <w:rsid w:val="00203363"/>
    <w:rsid w:val="002041FF"/>
    <w:rsid w:val="002058D6"/>
    <w:rsid w:val="00216122"/>
    <w:rsid w:val="002205A4"/>
    <w:rsid w:val="00225866"/>
    <w:rsid w:val="00230ADD"/>
    <w:rsid w:val="00241467"/>
    <w:rsid w:val="00255DCC"/>
    <w:rsid w:val="00261EBF"/>
    <w:rsid w:val="00263C50"/>
    <w:rsid w:val="00265D90"/>
    <w:rsid w:val="002672DE"/>
    <w:rsid w:val="00270879"/>
    <w:rsid w:val="00274EDC"/>
    <w:rsid w:val="00275DD8"/>
    <w:rsid w:val="00292D95"/>
    <w:rsid w:val="0029323E"/>
    <w:rsid w:val="002944DB"/>
    <w:rsid w:val="0029466C"/>
    <w:rsid w:val="002A2A6E"/>
    <w:rsid w:val="002A5780"/>
    <w:rsid w:val="002B2C2F"/>
    <w:rsid w:val="002B3E67"/>
    <w:rsid w:val="002C1C15"/>
    <w:rsid w:val="002C210E"/>
    <w:rsid w:val="002C3E52"/>
    <w:rsid w:val="002D210C"/>
    <w:rsid w:val="002D6BEB"/>
    <w:rsid w:val="002E0989"/>
    <w:rsid w:val="002E1710"/>
    <w:rsid w:val="0030595C"/>
    <w:rsid w:val="00313CEA"/>
    <w:rsid w:val="003169A7"/>
    <w:rsid w:val="00334939"/>
    <w:rsid w:val="003465B0"/>
    <w:rsid w:val="00347120"/>
    <w:rsid w:val="0035211C"/>
    <w:rsid w:val="00352F81"/>
    <w:rsid w:val="0035613D"/>
    <w:rsid w:val="00356F5A"/>
    <w:rsid w:val="0036010E"/>
    <w:rsid w:val="00371237"/>
    <w:rsid w:val="003712EC"/>
    <w:rsid w:val="00384D19"/>
    <w:rsid w:val="00386570"/>
    <w:rsid w:val="003A30BE"/>
    <w:rsid w:val="003A524F"/>
    <w:rsid w:val="003B4698"/>
    <w:rsid w:val="003B47A0"/>
    <w:rsid w:val="003B7630"/>
    <w:rsid w:val="003B7662"/>
    <w:rsid w:val="003C0639"/>
    <w:rsid w:val="003C4A38"/>
    <w:rsid w:val="003D45BD"/>
    <w:rsid w:val="003D7241"/>
    <w:rsid w:val="003E1C05"/>
    <w:rsid w:val="003E37A1"/>
    <w:rsid w:val="003E6DF7"/>
    <w:rsid w:val="003F57BD"/>
    <w:rsid w:val="003F671A"/>
    <w:rsid w:val="004036F1"/>
    <w:rsid w:val="00410E01"/>
    <w:rsid w:val="00414C4B"/>
    <w:rsid w:val="00423A57"/>
    <w:rsid w:val="0043030B"/>
    <w:rsid w:val="00441B24"/>
    <w:rsid w:val="004423B2"/>
    <w:rsid w:val="00444DD2"/>
    <w:rsid w:val="00452037"/>
    <w:rsid w:val="00462781"/>
    <w:rsid w:val="00463B87"/>
    <w:rsid w:val="00465F31"/>
    <w:rsid w:val="00480DAB"/>
    <w:rsid w:val="00486813"/>
    <w:rsid w:val="0049340F"/>
    <w:rsid w:val="004938C3"/>
    <w:rsid w:val="00495864"/>
    <w:rsid w:val="004A54E7"/>
    <w:rsid w:val="004A6FFA"/>
    <w:rsid w:val="004B435D"/>
    <w:rsid w:val="004C02DB"/>
    <w:rsid w:val="004C347B"/>
    <w:rsid w:val="004D7DF5"/>
    <w:rsid w:val="004E0E3C"/>
    <w:rsid w:val="004E2BB9"/>
    <w:rsid w:val="004F3B4F"/>
    <w:rsid w:val="004F40CD"/>
    <w:rsid w:val="004F5C4A"/>
    <w:rsid w:val="005035B2"/>
    <w:rsid w:val="00503CA7"/>
    <w:rsid w:val="005047AE"/>
    <w:rsid w:val="00504D98"/>
    <w:rsid w:val="0050714B"/>
    <w:rsid w:val="00521A4F"/>
    <w:rsid w:val="00531B6A"/>
    <w:rsid w:val="005346A2"/>
    <w:rsid w:val="005354CD"/>
    <w:rsid w:val="005413A8"/>
    <w:rsid w:val="00541C82"/>
    <w:rsid w:val="00545184"/>
    <w:rsid w:val="0054573C"/>
    <w:rsid w:val="00550C88"/>
    <w:rsid w:val="005549FA"/>
    <w:rsid w:val="005553F9"/>
    <w:rsid w:val="00555CE5"/>
    <w:rsid w:val="005574A0"/>
    <w:rsid w:val="005647A4"/>
    <w:rsid w:val="00565980"/>
    <w:rsid w:val="00573D93"/>
    <w:rsid w:val="00581229"/>
    <w:rsid w:val="00584503"/>
    <w:rsid w:val="005846F6"/>
    <w:rsid w:val="005963B4"/>
    <w:rsid w:val="005A0C39"/>
    <w:rsid w:val="005A7C8A"/>
    <w:rsid w:val="005B1C76"/>
    <w:rsid w:val="005B5C08"/>
    <w:rsid w:val="005B72A6"/>
    <w:rsid w:val="005B7EFE"/>
    <w:rsid w:val="005C4A9D"/>
    <w:rsid w:val="005C4C73"/>
    <w:rsid w:val="005C4F75"/>
    <w:rsid w:val="005C5D76"/>
    <w:rsid w:val="005D2C0F"/>
    <w:rsid w:val="005D49C8"/>
    <w:rsid w:val="005E6A88"/>
    <w:rsid w:val="005E705C"/>
    <w:rsid w:val="005F0B50"/>
    <w:rsid w:val="005F556D"/>
    <w:rsid w:val="005F5EE1"/>
    <w:rsid w:val="00607F13"/>
    <w:rsid w:val="00612043"/>
    <w:rsid w:val="00622208"/>
    <w:rsid w:val="00624575"/>
    <w:rsid w:val="0063216A"/>
    <w:rsid w:val="00632D3B"/>
    <w:rsid w:val="0064124A"/>
    <w:rsid w:val="00644C37"/>
    <w:rsid w:val="006504B6"/>
    <w:rsid w:val="00651B08"/>
    <w:rsid w:val="00652B06"/>
    <w:rsid w:val="00660171"/>
    <w:rsid w:val="00663D11"/>
    <w:rsid w:val="006646C9"/>
    <w:rsid w:val="0067003C"/>
    <w:rsid w:val="00670204"/>
    <w:rsid w:val="00675B08"/>
    <w:rsid w:val="00676AEA"/>
    <w:rsid w:val="00680A87"/>
    <w:rsid w:val="00683FD3"/>
    <w:rsid w:val="006907C6"/>
    <w:rsid w:val="00690E5B"/>
    <w:rsid w:val="00697820"/>
    <w:rsid w:val="006A4015"/>
    <w:rsid w:val="006A5166"/>
    <w:rsid w:val="006C0C9C"/>
    <w:rsid w:val="006C13DC"/>
    <w:rsid w:val="006D6AEF"/>
    <w:rsid w:val="006E2F2A"/>
    <w:rsid w:val="006E5B2C"/>
    <w:rsid w:val="006E67CD"/>
    <w:rsid w:val="006F1706"/>
    <w:rsid w:val="006F52B7"/>
    <w:rsid w:val="006F75FD"/>
    <w:rsid w:val="007042DA"/>
    <w:rsid w:val="00711D90"/>
    <w:rsid w:val="00716576"/>
    <w:rsid w:val="00716A71"/>
    <w:rsid w:val="007255ED"/>
    <w:rsid w:val="0072789E"/>
    <w:rsid w:val="00741622"/>
    <w:rsid w:val="00741EB4"/>
    <w:rsid w:val="007429A4"/>
    <w:rsid w:val="00755B65"/>
    <w:rsid w:val="007716B7"/>
    <w:rsid w:val="007726D9"/>
    <w:rsid w:val="007808CE"/>
    <w:rsid w:val="00780EBB"/>
    <w:rsid w:val="0078105E"/>
    <w:rsid w:val="007845B0"/>
    <w:rsid w:val="007853D6"/>
    <w:rsid w:val="00786042"/>
    <w:rsid w:val="00786C81"/>
    <w:rsid w:val="00790E8E"/>
    <w:rsid w:val="007928B5"/>
    <w:rsid w:val="00794A77"/>
    <w:rsid w:val="007A18BD"/>
    <w:rsid w:val="007A3012"/>
    <w:rsid w:val="007A3508"/>
    <w:rsid w:val="007A6F3D"/>
    <w:rsid w:val="007C4AAE"/>
    <w:rsid w:val="007D09C3"/>
    <w:rsid w:val="007D1559"/>
    <w:rsid w:val="007D4F87"/>
    <w:rsid w:val="007D531A"/>
    <w:rsid w:val="007E44C6"/>
    <w:rsid w:val="007E63A1"/>
    <w:rsid w:val="007E6B5A"/>
    <w:rsid w:val="007F05F1"/>
    <w:rsid w:val="007F1D3D"/>
    <w:rsid w:val="007F27C4"/>
    <w:rsid w:val="007F2C98"/>
    <w:rsid w:val="007F793E"/>
    <w:rsid w:val="008108E6"/>
    <w:rsid w:val="00811AED"/>
    <w:rsid w:val="008140EE"/>
    <w:rsid w:val="00814FCE"/>
    <w:rsid w:val="00816AF6"/>
    <w:rsid w:val="00817545"/>
    <w:rsid w:val="00821191"/>
    <w:rsid w:val="008216FA"/>
    <w:rsid w:val="00824412"/>
    <w:rsid w:val="00824E13"/>
    <w:rsid w:val="00831E03"/>
    <w:rsid w:val="00834FE6"/>
    <w:rsid w:val="00844A38"/>
    <w:rsid w:val="0084632E"/>
    <w:rsid w:val="0085643C"/>
    <w:rsid w:val="00861EBF"/>
    <w:rsid w:val="008708F2"/>
    <w:rsid w:val="0087174F"/>
    <w:rsid w:val="008736C4"/>
    <w:rsid w:val="0087541E"/>
    <w:rsid w:val="00886E1E"/>
    <w:rsid w:val="008A121D"/>
    <w:rsid w:val="008B00E1"/>
    <w:rsid w:val="008C30CD"/>
    <w:rsid w:val="008C3D74"/>
    <w:rsid w:val="008C3E8C"/>
    <w:rsid w:val="008C424C"/>
    <w:rsid w:val="008C7CEA"/>
    <w:rsid w:val="008D48C8"/>
    <w:rsid w:val="008E0060"/>
    <w:rsid w:val="008E0DBC"/>
    <w:rsid w:val="008E31A3"/>
    <w:rsid w:val="008E4DC3"/>
    <w:rsid w:val="008F1701"/>
    <w:rsid w:val="008F1C3E"/>
    <w:rsid w:val="008F2674"/>
    <w:rsid w:val="008F4B3D"/>
    <w:rsid w:val="0091638C"/>
    <w:rsid w:val="00916E2E"/>
    <w:rsid w:val="009254F8"/>
    <w:rsid w:val="00930C98"/>
    <w:rsid w:val="00932BB8"/>
    <w:rsid w:val="00932EC3"/>
    <w:rsid w:val="009330AA"/>
    <w:rsid w:val="009506AE"/>
    <w:rsid w:val="009568DC"/>
    <w:rsid w:val="009615B4"/>
    <w:rsid w:val="00961C16"/>
    <w:rsid w:val="009630C9"/>
    <w:rsid w:val="00967262"/>
    <w:rsid w:val="009708AB"/>
    <w:rsid w:val="0097473E"/>
    <w:rsid w:val="00975E21"/>
    <w:rsid w:val="0098498D"/>
    <w:rsid w:val="00991284"/>
    <w:rsid w:val="00992274"/>
    <w:rsid w:val="00995580"/>
    <w:rsid w:val="0099677F"/>
    <w:rsid w:val="009A392E"/>
    <w:rsid w:val="009A4D36"/>
    <w:rsid w:val="009B35D0"/>
    <w:rsid w:val="009C160B"/>
    <w:rsid w:val="009C1DAE"/>
    <w:rsid w:val="009C6329"/>
    <w:rsid w:val="009D3AB9"/>
    <w:rsid w:val="009D67D4"/>
    <w:rsid w:val="009E3C32"/>
    <w:rsid w:val="009E6348"/>
    <w:rsid w:val="009F2E51"/>
    <w:rsid w:val="009F3940"/>
    <w:rsid w:val="009F5ECB"/>
    <w:rsid w:val="00A06E89"/>
    <w:rsid w:val="00A15775"/>
    <w:rsid w:val="00A20C6A"/>
    <w:rsid w:val="00A2307E"/>
    <w:rsid w:val="00A2618A"/>
    <w:rsid w:val="00A2732E"/>
    <w:rsid w:val="00A32436"/>
    <w:rsid w:val="00A3303C"/>
    <w:rsid w:val="00A34B63"/>
    <w:rsid w:val="00A34D8F"/>
    <w:rsid w:val="00A37CA9"/>
    <w:rsid w:val="00A42D88"/>
    <w:rsid w:val="00A451A7"/>
    <w:rsid w:val="00A61DD6"/>
    <w:rsid w:val="00A66499"/>
    <w:rsid w:val="00A66A04"/>
    <w:rsid w:val="00A72858"/>
    <w:rsid w:val="00A83A63"/>
    <w:rsid w:val="00A83AA7"/>
    <w:rsid w:val="00A85ABF"/>
    <w:rsid w:val="00A91CFB"/>
    <w:rsid w:val="00A92511"/>
    <w:rsid w:val="00A951A1"/>
    <w:rsid w:val="00A96B46"/>
    <w:rsid w:val="00AA42D7"/>
    <w:rsid w:val="00AA76EC"/>
    <w:rsid w:val="00AB4B82"/>
    <w:rsid w:val="00AC72B4"/>
    <w:rsid w:val="00AD696B"/>
    <w:rsid w:val="00AD7693"/>
    <w:rsid w:val="00AF12EF"/>
    <w:rsid w:val="00AF1505"/>
    <w:rsid w:val="00AF2E78"/>
    <w:rsid w:val="00AF584A"/>
    <w:rsid w:val="00AF595C"/>
    <w:rsid w:val="00B01F5C"/>
    <w:rsid w:val="00B01FC3"/>
    <w:rsid w:val="00B03D7D"/>
    <w:rsid w:val="00B07007"/>
    <w:rsid w:val="00B0783D"/>
    <w:rsid w:val="00B10201"/>
    <w:rsid w:val="00B14E38"/>
    <w:rsid w:val="00B1522E"/>
    <w:rsid w:val="00B21B1A"/>
    <w:rsid w:val="00B40D03"/>
    <w:rsid w:val="00B42845"/>
    <w:rsid w:val="00B45579"/>
    <w:rsid w:val="00B50EAA"/>
    <w:rsid w:val="00B54701"/>
    <w:rsid w:val="00B63F41"/>
    <w:rsid w:val="00B661FF"/>
    <w:rsid w:val="00B70EBD"/>
    <w:rsid w:val="00B806B4"/>
    <w:rsid w:val="00B81C0A"/>
    <w:rsid w:val="00B81DD5"/>
    <w:rsid w:val="00B85284"/>
    <w:rsid w:val="00B92595"/>
    <w:rsid w:val="00B9422D"/>
    <w:rsid w:val="00BA3E6D"/>
    <w:rsid w:val="00BA4AD5"/>
    <w:rsid w:val="00BB0DBD"/>
    <w:rsid w:val="00BB37E3"/>
    <w:rsid w:val="00BB3D72"/>
    <w:rsid w:val="00BB413A"/>
    <w:rsid w:val="00BB544D"/>
    <w:rsid w:val="00BD0A4B"/>
    <w:rsid w:val="00BD1647"/>
    <w:rsid w:val="00BD1BB7"/>
    <w:rsid w:val="00BD603B"/>
    <w:rsid w:val="00BD6A99"/>
    <w:rsid w:val="00BE5D35"/>
    <w:rsid w:val="00BF1B49"/>
    <w:rsid w:val="00BF28F1"/>
    <w:rsid w:val="00C034BC"/>
    <w:rsid w:val="00C03911"/>
    <w:rsid w:val="00C042E6"/>
    <w:rsid w:val="00C04444"/>
    <w:rsid w:val="00C05121"/>
    <w:rsid w:val="00C059EF"/>
    <w:rsid w:val="00C1565F"/>
    <w:rsid w:val="00C162FF"/>
    <w:rsid w:val="00C2610F"/>
    <w:rsid w:val="00C34557"/>
    <w:rsid w:val="00C36795"/>
    <w:rsid w:val="00C36E2E"/>
    <w:rsid w:val="00C37D22"/>
    <w:rsid w:val="00C40AC5"/>
    <w:rsid w:val="00C51B7C"/>
    <w:rsid w:val="00C53DE7"/>
    <w:rsid w:val="00C56C66"/>
    <w:rsid w:val="00C653E1"/>
    <w:rsid w:val="00C66491"/>
    <w:rsid w:val="00C70BBB"/>
    <w:rsid w:val="00C77540"/>
    <w:rsid w:val="00C82806"/>
    <w:rsid w:val="00C87859"/>
    <w:rsid w:val="00C93E92"/>
    <w:rsid w:val="00C9746A"/>
    <w:rsid w:val="00CA212F"/>
    <w:rsid w:val="00CA4C1E"/>
    <w:rsid w:val="00CA6EE5"/>
    <w:rsid w:val="00CA74DC"/>
    <w:rsid w:val="00CA7AB9"/>
    <w:rsid w:val="00CB2D7F"/>
    <w:rsid w:val="00CC4FB2"/>
    <w:rsid w:val="00CD3C2B"/>
    <w:rsid w:val="00CD5BA7"/>
    <w:rsid w:val="00CF0B96"/>
    <w:rsid w:val="00D054A0"/>
    <w:rsid w:val="00D10FCA"/>
    <w:rsid w:val="00D122D6"/>
    <w:rsid w:val="00D23904"/>
    <w:rsid w:val="00D25494"/>
    <w:rsid w:val="00D31FA1"/>
    <w:rsid w:val="00D37AFA"/>
    <w:rsid w:val="00D409E4"/>
    <w:rsid w:val="00D45DB3"/>
    <w:rsid w:val="00D55A70"/>
    <w:rsid w:val="00D604DF"/>
    <w:rsid w:val="00D66124"/>
    <w:rsid w:val="00D91917"/>
    <w:rsid w:val="00D927D2"/>
    <w:rsid w:val="00D92C8D"/>
    <w:rsid w:val="00D9673F"/>
    <w:rsid w:val="00D97697"/>
    <w:rsid w:val="00DB4A35"/>
    <w:rsid w:val="00DB55D1"/>
    <w:rsid w:val="00DB73DC"/>
    <w:rsid w:val="00DC6385"/>
    <w:rsid w:val="00DD3016"/>
    <w:rsid w:val="00DD353E"/>
    <w:rsid w:val="00DD68C3"/>
    <w:rsid w:val="00DE4557"/>
    <w:rsid w:val="00DE671C"/>
    <w:rsid w:val="00DE7F29"/>
    <w:rsid w:val="00DF104B"/>
    <w:rsid w:val="00E308A2"/>
    <w:rsid w:val="00E43AD2"/>
    <w:rsid w:val="00E440C7"/>
    <w:rsid w:val="00E5185D"/>
    <w:rsid w:val="00E5300F"/>
    <w:rsid w:val="00E578B2"/>
    <w:rsid w:val="00E70C6F"/>
    <w:rsid w:val="00E7103A"/>
    <w:rsid w:val="00E74BF6"/>
    <w:rsid w:val="00E76C55"/>
    <w:rsid w:val="00E873E8"/>
    <w:rsid w:val="00E9424D"/>
    <w:rsid w:val="00EA291F"/>
    <w:rsid w:val="00EA34FB"/>
    <w:rsid w:val="00EB7115"/>
    <w:rsid w:val="00EC304C"/>
    <w:rsid w:val="00EC363D"/>
    <w:rsid w:val="00EC443C"/>
    <w:rsid w:val="00EC4A1D"/>
    <w:rsid w:val="00EC6889"/>
    <w:rsid w:val="00EC6BD4"/>
    <w:rsid w:val="00EC6E27"/>
    <w:rsid w:val="00ED00B9"/>
    <w:rsid w:val="00ED7231"/>
    <w:rsid w:val="00EE137F"/>
    <w:rsid w:val="00EE5068"/>
    <w:rsid w:val="00EE6038"/>
    <w:rsid w:val="00EF6E20"/>
    <w:rsid w:val="00EF7943"/>
    <w:rsid w:val="00F02EC1"/>
    <w:rsid w:val="00F04E52"/>
    <w:rsid w:val="00F1003A"/>
    <w:rsid w:val="00F133C4"/>
    <w:rsid w:val="00F14AEE"/>
    <w:rsid w:val="00F173C9"/>
    <w:rsid w:val="00F17D90"/>
    <w:rsid w:val="00F22A41"/>
    <w:rsid w:val="00F23C89"/>
    <w:rsid w:val="00F32FFB"/>
    <w:rsid w:val="00F35D65"/>
    <w:rsid w:val="00F40D69"/>
    <w:rsid w:val="00F538BA"/>
    <w:rsid w:val="00F66A42"/>
    <w:rsid w:val="00F7707D"/>
    <w:rsid w:val="00F82581"/>
    <w:rsid w:val="00F862E2"/>
    <w:rsid w:val="00F87F35"/>
    <w:rsid w:val="00F92ECA"/>
    <w:rsid w:val="00FA04D5"/>
    <w:rsid w:val="00FA3887"/>
    <w:rsid w:val="00FB2C06"/>
    <w:rsid w:val="00FB31F6"/>
    <w:rsid w:val="00FB35A2"/>
    <w:rsid w:val="00FB6A3D"/>
    <w:rsid w:val="00FD5DE8"/>
    <w:rsid w:val="00FD65C3"/>
    <w:rsid w:val="00FE123D"/>
    <w:rsid w:val="00FE1AED"/>
    <w:rsid w:val="00FE30C8"/>
    <w:rsid w:val="00FE3A76"/>
    <w:rsid w:val="00FF6280"/>
    <w:rsid w:val="00FF6A01"/>
    <w:rsid w:val="00FF76E1"/>
    <w:rsid w:val="0145299C"/>
    <w:rsid w:val="01BB0211"/>
    <w:rsid w:val="01C346ED"/>
    <w:rsid w:val="02A36A5F"/>
    <w:rsid w:val="02BED391"/>
    <w:rsid w:val="045FBFF9"/>
    <w:rsid w:val="048DCA18"/>
    <w:rsid w:val="05157FF4"/>
    <w:rsid w:val="062F3A81"/>
    <w:rsid w:val="06857C9B"/>
    <w:rsid w:val="06E06172"/>
    <w:rsid w:val="06F86EE4"/>
    <w:rsid w:val="0715171E"/>
    <w:rsid w:val="07BBFEC2"/>
    <w:rsid w:val="07F3838E"/>
    <w:rsid w:val="08063C0D"/>
    <w:rsid w:val="0918DD5C"/>
    <w:rsid w:val="093D7935"/>
    <w:rsid w:val="09A0A662"/>
    <w:rsid w:val="0A61596C"/>
    <w:rsid w:val="0A7E9111"/>
    <w:rsid w:val="0B68555D"/>
    <w:rsid w:val="0B7BD41C"/>
    <w:rsid w:val="0BCE7A4C"/>
    <w:rsid w:val="0BED54A3"/>
    <w:rsid w:val="0C1C0229"/>
    <w:rsid w:val="0CA9D412"/>
    <w:rsid w:val="0CB488D3"/>
    <w:rsid w:val="0F184036"/>
    <w:rsid w:val="0F87F7F7"/>
    <w:rsid w:val="1029F3D5"/>
    <w:rsid w:val="10E2AC21"/>
    <w:rsid w:val="13ADD81F"/>
    <w:rsid w:val="1424F9EC"/>
    <w:rsid w:val="17DD8D5C"/>
    <w:rsid w:val="1851838A"/>
    <w:rsid w:val="1853E611"/>
    <w:rsid w:val="185A5574"/>
    <w:rsid w:val="186C40BB"/>
    <w:rsid w:val="18A08082"/>
    <w:rsid w:val="18B04768"/>
    <w:rsid w:val="18FD45EA"/>
    <w:rsid w:val="19E00814"/>
    <w:rsid w:val="1B4FA7E8"/>
    <w:rsid w:val="1B545BE1"/>
    <w:rsid w:val="1B9217AA"/>
    <w:rsid w:val="1BB6A2CD"/>
    <w:rsid w:val="1CE6DAFA"/>
    <w:rsid w:val="1CEB427C"/>
    <w:rsid w:val="1D5F2A20"/>
    <w:rsid w:val="1DB083F5"/>
    <w:rsid w:val="1DF42B78"/>
    <w:rsid w:val="1E40EE14"/>
    <w:rsid w:val="1E4AAABF"/>
    <w:rsid w:val="1E71104E"/>
    <w:rsid w:val="1E76BA14"/>
    <w:rsid w:val="1E7BC972"/>
    <w:rsid w:val="1F675893"/>
    <w:rsid w:val="21131BB7"/>
    <w:rsid w:val="2140AD72"/>
    <w:rsid w:val="214FDDDB"/>
    <w:rsid w:val="235E3B26"/>
    <w:rsid w:val="239F98CC"/>
    <w:rsid w:val="241479D3"/>
    <w:rsid w:val="255EC993"/>
    <w:rsid w:val="258B68BD"/>
    <w:rsid w:val="26A5D6F1"/>
    <w:rsid w:val="2750E144"/>
    <w:rsid w:val="276DA7A5"/>
    <w:rsid w:val="2A2229B1"/>
    <w:rsid w:val="2A3795C2"/>
    <w:rsid w:val="2AF54B46"/>
    <w:rsid w:val="2B1BA923"/>
    <w:rsid w:val="2C0599A6"/>
    <w:rsid w:val="2C557383"/>
    <w:rsid w:val="2C7B9183"/>
    <w:rsid w:val="2D4D913E"/>
    <w:rsid w:val="2D7E3860"/>
    <w:rsid w:val="2F394501"/>
    <w:rsid w:val="2F4B49D0"/>
    <w:rsid w:val="2F576A60"/>
    <w:rsid w:val="305E47C2"/>
    <w:rsid w:val="310A94B6"/>
    <w:rsid w:val="31644BBC"/>
    <w:rsid w:val="3198FA22"/>
    <w:rsid w:val="31F7D715"/>
    <w:rsid w:val="3269DDA6"/>
    <w:rsid w:val="32B1FCD7"/>
    <w:rsid w:val="339175DC"/>
    <w:rsid w:val="3391DBAB"/>
    <w:rsid w:val="34B74A89"/>
    <w:rsid w:val="34FF0910"/>
    <w:rsid w:val="351FB4A8"/>
    <w:rsid w:val="35702143"/>
    <w:rsid w:val="35F53859"/>
    <w:rsid w:val="361246DD"/>
    <w:rsid w:val="371D00A2"/>
    <w:rsid w:val="374B9A4E"/>
    <w:rsid w:val="375D43A4"/>
    <w:rsid w:val="37D1C18A"/>
    <w:rsid w:val="380F063B"/>
    <w:rsid w:val="38B9380E"/>
    <w:rsid w:val="38C5A534"/>
    <w:rsid w:val="38F661D4"/>
    <w:rsid w:val="3908856E"/>
    <w:rsid w:val="3A66171D"/>
    <w:rsid w:val="3B013381"/>
    <w:rsid w:val="3B200E5B"/>
    <w:rsid w:val="3C14608F"/>
    <w:rsid w:val="3CD40528"/>
    <w:rsid w:val="3CEDAF78"/>
    <w:rsid w:val="3D1E93F3"/>
    <w:rsid w:val="3DE63D87"/>
    <w:rsid w:val="3EF05966"/>
    <w:rsid w:val="3FF077A3"/>
    <w:rsid w:val="403A2DD9"/>
    <w:rsid w:val="40534343"/>
    <w:rsid w:val="40A547BC"/>
    <w:rsid w:val="40E233E7"/>
    <w:rsid w:val="41DF4EAA"/>
    <w:rsid w:val="42A85325"/>
    <w:rsid w:val="42ED5CE4"/>
    <w:rsid w:val="43DC1D9E"/>
    <w:rsid w:val="440CC908"/>
    <w:rsid w:val="44356CB6"/>
    <w:rsid w:val="44380B58"/>
    <w:rsid w:val="44C57261"/>
    <w:rsid w:val="456D5B29"/>
    <w:rsid w:val="459631E1"/>
    <w:rsid w:val="45ACCB8A"/>
    <w:rsid w:val="45AD7CB8"/>
    <w:rsid w:val="4658E76D"/>
    <w:rsid w:val="47240D69"/>
    <w:rsid w:val="473A8E24"/>
    <w:rsid w:val="48712A8E"/>
    <w:rsid w:val="48712F3C"/>
    <w:rsid w:val="490B97C3"/>
    <w:rsid w:val="49435A0A"/>
    <w:rsid w:val="4AA1ADFF"/>
    <w:rsid w:val="4B9C809A"/>
    <w:rsid w:val="4D410CC2"/>
    <w:rsid w:val="4E89D986"/>
    <w:rsid w:val="4F4D54A1"/>
    <w:rsid w:val="4FBDBFB3"/>
    <w:rsid w:val="50DCCE67"/>
    <w:rsid w:val="50EA960D"/>
    <w:rsid w:val="513BD381"/>
    <w:rsid w:val="5182ABA2"/>
    <w:rsid w:val="51B7752C"/>
    <w:rsid w:val="51FE8FE6"/>
    <w:rsid w:val="5209C570"/>
    <w:rsid w:val="5254D626"/>
    <w:rsid w:val="544B7A6E"/>
    <w:rsid w:val="54AED1A3"/>
    <w:rsid w:val="54DD8255"/>
    <w:rsid w:val="558633A0"/>
    <w:rsid w:val="56456D60"/>
    <w:rsid w:val="564F7529"/>
    <w:rsid w:val="57997005"/>
    <w:rsid w:val="579D6781"/>
    <w:rsid w:val="5874B024"/>
    <w:rsid w:val="5A21D1FB"/>
    <w:rsid w:val="5A56362C"/>
    <w:rsid w:val="5A5BAE3C"/>
    <w:rsid w:val="5ADC910A"/>
    <w:rsid w:val="5B1E55A6"/>
    <w:rsid w:val="5B984373"/>
    <w:rsid w:val="5BD5EC0A"/>
    <w:rsid w:val="5C9490A7"/>
    <w:rsid w:val="5CC44A20"/>
    <w:rsid w:val="5D2162B8"/>
    <w:rsid w:val="5E3B6D4A"/>
    <w:rsid w:val="5E46C1A6"/>
    <w:rsid w:val="5E4F56F2"/>
    <w:rsid w:val="5E8C920F"/>
    <w:rsid w:val="5EA1C77A"/>
    <w:rsid w:val="5F74A889"/>
    <w:rsid w:val="5FC53CD5"/>
    <w:rsid w:val="5FD2B114"/>
    <w:rsid w:val="600575A7"/>
    <w:rsid w:val="60152A12"/>
    <w:rsid w:val="60C1D019"/>
    <w:rsid w:val="60D8CD5F"/>
    <w:rsid w:val="6142F17E"/>
    <w:rsid w:val="6169C9E9"/>
    <w:rsid w:val="61BA7C3D"/>
    <w:rsid w:val="62989A98"/>
    <w:rsid w:val="62B77C7B"/>
    <w:rsid w:val="6305A4AD"/>
    <w:rsid w:val="636CB852"/>
    <w:rsid w:val="64861752"/>
    <w:rsid w:val="64A17DDD"/>
    <w:rsid w:val="6672BD12"/>
    <w:rsid w:val="6753F896"/>
    <w:rsid w:val="680B4025"/>
    <w:rsid w:val="6A282EC2"/>
    <w:rsid w:val="6A6B11E3"/>
    <w:rsid w:val="6B286035"/>
    <w:rsid w:val="6B29AAB6"/>
    <w:rsid w:val="6BBECDC7"/>
    <w:rsid w:val="6BD1FC85"/>
    <w:rsid w:val="6D0E759A"/>
    <w:rsid w:val="6DEC5F33"/>
    <w:rsid w:val="6EB95964"/>
    <w:rsid w:val="6F9724DE"/>
    <w:rsid w:val="6FC0513A"/>
    <w:rsid w:val="703C438B"/>
    <w:rsid w:val="70AEB194"/>
    <w:rsid w:val="70C1C424"/>
    <w:rsid w:val="72A7AE66"/>
    <w:rsid w:val="7371CD44"/>
    <w:rsid w:val="73BD6147"/>
    <w:rsid w:val="73CA6E6C"/>
    <w:rsid w:val="74350ABB"/>
    <w:rsid w:val="743CD121"/>
    <w:rsid w:val="745C685A"/>
    <w:rsid w:val="74BBB6B1"/>
    <w:rsid w:val="75703FE7"/>
    <w:rsid w:val="7646AF2C"/>
    <w:rsid w:val="769BD851"/>
    <w:rsid w:val="76FAA3DC"/>
    <w:rsid w:val="7726B88E"/>
    <w:rsid w:val="7761BD15"/>
    <w:rsid w:val="77DDB2C9"/>
    <w:rsid w:val="7861B4AA"/>
    <w:rsid w:val="78E18F94"/>
    <w:rsid w:val="790E8B51"/>
    <w:rsid w:val="79CE4031"/>
    <w:rsid w:val="7A3706D1"/>
    <w:rsid w:val="7A716909"/>
    <w:rsid w:val="7BA9BEF7"/>
    <w:rsid w:val="7BC62DDB"/>
    <w:rsid w:val="7DD5ADDF"/>
    <w:rsid w:val="7E970A9A"/>
    <w:rsid w:val="7F26425B"/>
    <w:rsid w:val="7F59068C"/>
    <w:rsid w:val="7F8CB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CA9025C"/>
  <w15:docId w15:val="{BF9F9D33-4D2B-4173-899A-93B271F0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4DC2"/>
    <w:pPr>
      <w:spacing w:before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next w:val="VRHB-Flietext"/>
    <w:uiPriority w:val="9"/>
    <w:qFormat/>
    <w:rsid w:val="00EF6E20"/>
    <w:pPr>
      <w:keepNext/>
      <w:numPr>
        <w:numId w:val="1"/>
      </w:numPr>
      <w:spacing w:before="120" w:after="240"/>
      <w:outlineLvl w:val="0"/>
    </w:pPr>
    <w:rPr>
      <w:rFonts w:asciiTheme="majorHAnsi" w:eastAsia="Calibri" w:hAnsiTheme="majorHAnsi"/>
      <w:b/>
      <w:bCs/>
      <w:sz w:val="24"/>
      <w:szCs w:val="28"/>
      <w:lang w:eastAsia="en-US"/>
    </w:rPr>
  </w:style>
  <w:style w:type="paragraph" w:styleId="berschrift2">
    <w:name w:val="heading 2"/>
    <w:basedOn w:val="berschrift1"/>
    <w:next w:val="VRHB-Flietext"/>
    <w:uiPriority w:val="9"/>
    <w:qFormat/>
    <w:rsid w:val="00EF6E20"/>
    <w:pPr>
      <w:numPr>
        <w:ilvl w:val="1"/>
      </w:numPr>
      <w:tabs>
        <w:tab w:val="clear" w:pos="680"/>
      </w:tabs>
      <w:spacing w:line="260" w:lineRule="atLeast"/>
      <w:ind w:left="567" w:hanging="567"/>
      <w:outlineLvl w:val="1"/>
    </w:pPr>
    <w:rPr>
      <w:sz w:val="22"/>
    </w:rPr>
  </w:style>
  <w:style w:type="paragraph" w:styleId="berschrift3">
    <w:name w:val="heading 3"/>
    <w:basedOn w:val="berschrift2"/>
    <w:next w:val="VRHB-Flietext"/>
    <w:uiPriority w:val="9"/>
    <w:qFormat/>
    <w:rsid w:val="00817545"/>
    <w:pPr>
      <w:numPr>
        <w:ilvl w:val="2"/>
      </w:numPr>
      <w:tabs>
        <w:tab w:val="clear" w:pos="680"/>
      </w:tabs>
      <w:outlineLvl w:val="2"/>
    </w:pPr>
    <w:rPr>
      <w:iCs/>
      <w:color w:val="000000" w:themeColor="text1"/>
      <w:sz w:val="20"/>
      <w:szCs w:val="26"/>
    </w:rPr>
  </w:style>
  <w:style w:type="paragraph" w:styleId="berschrift4">
    <w:name w:val="heading 4"/>
    <w:basedOn w:val="berschrift1"/>
    <w:next w:val="VRHB-Flietext"/>
    <w:uiPriority w:val="9"/>
    <w:qFormat/>
    <w:rsid w:val="00D31FA1"/>
    <w:pPr>
      <w:numPr>
        <w:numId w:val="0"/>
      </w:numPr>
      <w:outlineLvl w:val="3"/>
    </w:pPr>
  </w:style>
  <w:style w:type="paragraph" w:styleId="berschrift5">
    <w:name w:val="heading 5"/>
    <w:basedOn w:val="Standard"/>
    <w:next w:val="Standard"/>
    <w:uiPriority w:val="9"/>
    <w:qFormat/>
    <w:rsid w:val="00D31FA1"/>
    <w:pPr>
      <w:spacing w:before="240" w:after="60"/>
      <w:outlineLvl w:val="4"/>
    </w:pPr>
    <w:rPr>
      <w:b/>
      <w:i/>
      <w:sz w:val="26"/>
      <w:szCs w:val="26"/>
    </w:rPr>
  </w:style>
  <w:style w:type="paragraph" w:styleId="berschrift6">
    <w:name w:val="heading 6"/>
    <w:basedOn w:val="Standard"/>
    <w:next w:val="Standard"/>
    <w:uiPriority w:val="9"/>
    <w:qFormat/>
    <w:rsid w:val="00D31FA1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uiPriority w:val="9"/>
    <w:qFormat/>
    <w:rsid w:val="00D31FA1"/>
    <w:pPr>
      <w:spacing w:before="240" w:after="60"/>
      <w:outlineLvl w:val="6"/>
    </w:pPr>
    <w:rPr>
      <w:szCs w:val="24"/>
    </w:rPr>
  </w:style>
  <w:style w:type="paragraph" w:styleId="berschrift8">
    <w:name w:val="heading 8"/>
    <w:basedOn w:val="Standard"/>
    <w:next w:val="Standard"/>
    <w:uiPriority w:val="9"/>
    <w:qFormat/>
    <w:rsid w:val="00D31FA1"/>
    <w:pPr>
      <w:spacing w:before="240" w:after="60"/>
      <w:outlineLvl w:val="7"/>
    </w:pPr>
    <w:rPr>
      <w:i/>
      <w:szCs w:val="24"/>
    </w:rPr>
  </w:style>
  <w:style w:type="paragraph" w:styleId="berschrift9">
    <w:name w:val="heading 9"/>
    <w:basedOn w:val="Standard"/>
    <w:next w:val="Standard"/>
    <w:uiPriority w:val="9"/>
    <w:qFormat/>
    <w:rsid w:val="00D31FA1"/>
    <w:pPr>
      <w:spacing w:before="240" w:after="60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31FA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1">
    <w:name w:val="toc 1"/>
    <w:uiPriority w:val="39"/>
    <w:rsid w:val="00174DC2"/>
    <w:pPr>
      <w:widowControl w:val="0"/>
      <w:tabs>
        <w:tab w:val="left" w:pos="369"/>
        <w:tab w:val="right" w:leader="dot" w:pos="9639"/>
      </w:tabs>
      <w:spacing w:before="120" w:line="280" w:lineRule="exact"/>
    </w:pPr>
    <w:rPr>
      <w:rFonts w:asciiTheme="minorHAnsi" w:eastAsia="Calibri" w:hAnsiTheme="minorHAnsi"/>
      <w:b/>
      <w:bCs/>
      <w:color w:val="002D67" w:themeColor="background2"/>
      <w:sz w:val="22"/>
      <w:szCs w:val="28"/>
      <w:lang w:eastAsia="en-US"/>
    </w:rPr>
  </w:style>
  <w:style w:type="paragraph" w:styleId="Verzeichnis2">
    <w:name w:val="toc 2"/>
    <w:uiPriority w:val="39"/>
    <w:rsid w:val="00102536"/>
    <w:pPr>
      <w:widowControl w:val="0"/>
      <w:tabs>
        <w:tab w:val="left" w:pos="936"/>
        <w:tab w:val="right" w:leader="dot" w:pos="9639"/>
      </w:tabs>
      <w:spacing w:line="240" w:lineRule="exact"/>
      <w:ind w:left="369"/>
      <w:outlineLvl w:val="1"/>
    </w:pPr>
    <w:rPr>
      <w:rFonts w:ascii="GenosGFG" w:hAnsi="GenosGFG"/>
      <w:bCs/>
      <w:color w:val="000000"/>
      <w:kern w:val="12"/>
      <w:sz w:val="18"/>
      <w:szCs w:val="28"/>
    </w:rPr>
  </w:style>
  <w:style w:type="paragraph" w:styleId="Verzeichnis3">
    <w:name w:val="toc 3"/>
    <w:basedOn w:val="Verzeichnis2"/>
    <w:uiPriority w:val="39"/>
    <w:rsid w:val="00817545"/>
    <w:pPr>
      <w:tabs>
        <w:tab w:val="clear" w:pos="936"/>
        <w:tab w:val="left" w:pos="1560"/>
      </w:tabs>
      <w:ind w:left="964"/>
    </w:pPr>
    <w:rPr>
      <w:noProof/>
    </w:rPr>
  </w:style>
  <w:style w:type="paragraph" w:styleId="Index1">
    <w:name w:val="index 1"/>
    <w:basedOn w:val="Standard"/>
    <w:next w:val="Standard"/>
    <w:autoRedefine/>
    <w:uiPriority w:val="99"/>
    <w:semiHidden/>
    <w:rsid w:val="00D31FA1"/>
    <w:pPr>
      <w:ind w:left="240" w:hanging="240"/>
    </w:pPr>
  </w:style>
  <w:style w:type="paragraph" w:styleId="Verzeichnis4">
    <w:name w:val="toc 4"/>
    <w:basedOn w:val="Verzeichnis1"/>
    <w:autoRedefine/>
    <w:uiPriority w:val="39"/>
    <w:rsid w:val="00BE5D35"/>
    <w:rPr>
      <w:noProof/>
    </w:rPr>
  </w:style>
  <w:style w:type="paragraph" w:styleId="Verzeichnis5">
    <w:name w:val="toc 5"/>
    <w:basedOn w:val="Standard"/>
    <w:next w:val="Standard"/>
    <w:autoRedefine/>
    <w:semiHidden/>
    <w:rsid w:val="00D31FA1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D31FA1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D31FA1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D31FA1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D31FA1"/>
    <w:pPr>
      <w:ind w:left="1920"/>
    </w:pPr>
  </w:style>
  <w:style w:type="paragraph" w:styleId="Sprechblasentext">
    <w:name w:val="Balloon Text"/>
    <w:basedOn w:val="Standard"/>
    <w:semiHidden/>
    <w:rsid w:val="00D31FA1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D31FA1"/>
  </w:style>
  <w:style w:type="paragraph" w:styleId="Kommentarthema">
    <w:name w:val="annotation subject"/>
    <w:basedOn w:val="Kommentartext"/>
    <w:next w:val="Kommentartext"/>
    <w:semiHidden/>
    <w:rsid w:val="00D31FA1"/>
    <w:rPr>
      <w:b/>
      <w:bCs/>
    </w:rPr>
  </w:style>
  <w:style w:type="paragraph" w:styleId="Funotentext">
    <w:name w:val="footnote text"/>
    <w:basedOn w:val="Standard"/>
    <w:link w:val="FunotentextZchn"/>
    <w:semiHidden/>
    <w:rsid w:val="00D31FA1"/>
    <w:rPr>
      <w:rFonts w:ascii="Arial" w:hAnsi="Arial" w:cs="Arial"/>
    </w:rPr>
  </w:style>
  <w:style w:type="character" w:styleId="Funotenzeichen">
    <w:name w:val="footnote reference"/>
    <w:semiHidden/>
    <w:rsid w:val="00D31FA1"/>
    <w:rPr>
      <w:rFonts w:ascii="Arial" w:hAnsi="Arial"/>
      <w:vertAlign w:val="superscript"/>
    </w:rPr>
  </w:style>
  <w:style w:type="paragraph" w:styleId="Index2">
    <w:name w:val="index 2"/>
    <w:basedOn w:val="Standard"/>
    <w:next w:val="Standard"/>
    <w:autoRedefine/>
    <w:uiPriority w:val="99"/>
    <w:semiHidden/>
    <w:rsid w:val="00D31FA1"/>
    <w:pPr>
      <w:tabs>
        <w:tab w:val="right" w:leader="dot" w:pos="4261"/>
      </w:tabs>
      <w:ind w:left="142" w:hanging="142"/>
    </w:pPr>
    <w:rPr>
      <w:szCs w:val="24"/>
    </w:rPr>
  </w:style>
  <w:style w:type="character" w:customStyle="1" w:styleId="FunotentextZchn">
    <w:name w:val="Fußnotentext Zchn"/>
    <w:link w:val="Funotentext"/>
    <w:semiHidden/>
    <w:rsid w:val="00D31FA1"/>
    <w:rPr>
      <w:rFonts w:ascii="Arial" w:eastAsia="Calibri" w:hAnsi="Arial" w:cs="Arial"/>
      <w:lang w:eastAsia="en-US"/>
    </w:rPr>
  </w:style>
  <w:style w:type="paragraph" w:customStyle="1" w:styleId="VRHB-berschrift1XL">
    <w:name w:val="VR HB - Überschrift 1 XL"/>
    <w:basedOn w:val="Standard"/>
    <w:uiPriority w:val="99"/>
    <w:rsid w:val="00D31FA1"/>
    <w:pPr>
      <w:tabs>
        <w:tab w:val="right" w:pos="9638"/>
      </w:tabs>
      <w:spacing w:line="920" w:lineRule="atLeast"/>
      <w:textAlignment w:val="center"/>
    </w:pPr>
    <w:rPr>
      <w:b/>
      <w:bCs/>
      <w:color w:val="002D67" w:themeColor="background2"/>
      <w:sz w:val="84"/>
      <w:szCs w:val="84"/>
    </w:rPr>
  </w:style>
  <w:style w:type="paragraph" w:customStyle="1" w:styleId="VRHB-Unterberschrift1XL">
    <w:name w:val="VR HB - Unterüberschrift 1 XL"/>
    <w:basedOn w:val="Standard"/>
    <w:uiPriority w:val="99"/>
    <w:rsid w:val="00D31FA1"/>
    <w:pPr>
      <w:tabs>
        <w:tab w:val="right" w:pos="9638"/>
      </w:tabs>
      <w:spacing w:before="255" w:line="460" w:lineRule="atLeast"/>
      <w:textAlignment w:val="center"/>
    </w:pPr>
    <w:rPr>
      <w:color w:val="002D67" w:themeColor="background2"/>
      <w:sz w:val="42"/>
      <w:szCs w:val="42"/>
    </w:rPr>
  </w:style>
  <w:style w:type="paragraph" w:customStyle="1" w:styleId="VRHB-berschrift2L">
    <w:name w:val="VR HB - Überschrift 2 L"/>
    <w:basedOn w:val="Standard"/>
    <w:uiPriority w:val="99"/>
    <w:rsid w:val="00D31FA1"/>
    <w:pPr>
      <w:tabs>
        <w:tab w:val="right" w:pos="9638"/>
      </w:tabs>
      <w:spacing w:line="720" w:lineRule="atLeast"/>
      <w:textAlignment w:val="center"/>
    </w:pPr>
    <w:rPr>
      <w:b/>
      <w:bCs/>
      <w:color w:val="002D67" w:themeColor="background2"/>
      <w:spacing w:val="-14"/>
      <w:sz w:val="72"/>
      <w:szCs w:val="72"/>
    </w:rPr>
  </w:style>
  <w:style w:type="paragraph" w:customStyle="1" w:styleId="VRHB-Unterberschrift2L">
    <w:name w:val="VR HB - Unterüberschrift 2 L"/>
    <w:basedOn w:val="Standard"/>
    <w:uiPriority w:val="99"/>
    <w:rsid w:val="00D31FA1"/>
    <w:pPr>
      <w:tabs>
        <w:tab w:val="right" w:pos="9638"/>
      </w:tabs>
      <w:spacing w:before="181" w:line="420" w:lineRule="atLeast"/>
      <w:textAlignment w:val="center"/>
    </w:pPr>
    <w:rPr>
      <w:color w:val="002D67" w:themeColor="background2"/>
      <w:sz w:val="36"/>
      <w:szCs w:val="36"/>
    </w:rPr>
  </w:style>
  <w:style w:type="paragraph" w:customStyle="1" w:styleId="VRHB-berschrift3M">
    <w:name w:val="VR HB - Überschrift 3 M"/>
    <w:basedOn w:val="Standard"/>
    <w:uiPriority w:val="99"/>
    <w:rsid w:val="00D31FA1"/>
    <w:pPr>
      <w:tabs>
        <w:tab w:val="right" w:pos="9638"/>
      </w:tabs>
      <w:spacing w:line="600" w:lineRule="atLeast"/>
      <w:textAlignment w:val="center"/>
    </w:pPr>
    <w:rPr>
      <w:b/>
      <w:bCs/>
      <w:color w:val="002D67" w:themeColor="background2"/>
      <w:spacing w:val="-12"/>
      <w:sz w:val="60"/>
      <w:szCs w:val="60"/>
    </w:rPr>
  </w:style>
  <w:style w:type="paragraph" w:customStyle="1" w:styleId="VRHB-Unterberschrift3M">
    <w:name w:val="VR HB - Unterüberschrift 3 M"/>
    <w:basedOn w:val="Standard"/>
    <w:uiPriority w:val="99"/>
    <w:rsid w:val="00D31FA1"/>
    <w:pPr>
      <w:tabs>
        <w:tab w:val="right" w:pos="9638"/>
      </w:tabs>
      <w:spacing w:before="159" w:line="360" w:lineRule="atLeast"/>
      <w:textAlignment w:val="center"/>
    </w:pPr>
    <w:rPr>
      <w:color w:val="002D67" w:themeColor="background2"/>
      <w:sz w:val="30"/>
      <w:szCs w:val="30"/>
    </w:rPr>
  </w:style>
  <w:style w:type="paragraph" w:customStyle="1" w:styleId="VRHB-berschrift4S">
    <w:name w:val="VR HB - Überschrift 4 S"/>
    <w:basedOn w:val="Standard"/>
    <w:uiPriority w:val="99"/>
    <w:rsid w:val="00D31FA1"/>
    <w:pPr>
      <w:tabs>
        <w:tab w:val="right" w:pos="9638"/>
      </w:tabs>
      <w:spacing w:line="480" w:lineRule="atLeast"/>
      <w:textAlignment w:val="center"/>
    </w:pPr>
    <w:rPr>
      <w:b/>
      <w:bCs/>
      <w:color w:val="002D67" w:themeColor="background2"/>
      <w:spacing w:val="-10"/>
      <w:sz w:val="48"/>
      <w:szCs w:val="48"/>
    </w:rPr>
  </w:style>
  <w:style w:type="paragraph" w:customStyle="1" w:styleId="VRHB-Unterberschrift4S">
    <w:name w:val="VR HB - Unterüberschrift 4 S"/>
    <w:basedOn w:val="Standard"/>
    <w:uiPriority w:val="99"/>
    <w:rsid w:val="00D31FA1"/>
    <w:pPr>
      <w:tabs>
        <w:tab w:val="right" w:pos="9638"/>
      </w:tabs>
      <w:spacing w:before="139" w:line="300" w:lineRule="atLeast"/>
      <w:ind w:left="14"/>
      <w:textAlignment w:val="center"/>
    </w:pPr>
    <w:rPr>
      <w:color w:val="002D67" w:themeColor="background2"/>
      <w:sz w:val="24"/>
      <w:szCs w:val="24"/>
    </w:rPr>
  </w:style>
  <w:style w:type="paragraph" w:customStyle="1" w:styleId="VRHB-Flietext">
    <w:name w:val="VR HB - Fließtext"/>
    <w:qFormat/>
    <w:rsid w:val="00676AEA"/>
    <w:pPr>
      <w:autoSpaceDE w:val="0"/>
      <w:autoSpaceDN w:val="0"/>
      <w:adjustRightInd w:val="0"/>
      <w:spacing w:line="260" w:lineRule="atLeast"/>
    </w:pPr>
    <w:rPr>
      <w:rFonts w:ascii="GenosGFG" w:hAnsi="GenosGFG" w:cs="GenosGFG"/>
      <w:color w:val="000000"/>
      <w:szCs w:val="18"/>
    </w:rPr>
  </w:style>
  <w:style w:type="paragraph" w:customStyle="1" w:styleId="VRHB-FlietextAfzPunkt">
    <w:name w:val="VR HB - Fließtext Afz Punkt"/>
    <w:basedOn w:val="VRHB-Flietext"/>
    <w:qFormat/>
    <w:rsid w:val="00D31FA1"/>
    <w:pPr>
      <w:numPr>
        <w:numId w:val="7"/>
      </w:numPr>
    </w:pPr>
  </w:style>
  <w:style w:type="paragraph" w:customStyle="1" w:styleId="VRHB-Tabellenkopf">
    <w:name w:val="VR HB - Tabellenkopf"/>
    <w:basedOn w:val="VRHB-Tabelleninhalt"/>
    <w:rsid w:val="00741622"/>
    <w:rPr>
      <w:b/>
      <w:bCs/>
      <w:color w:val="FFFFFF"/>
    </w:rPr>
  </w:style>
  <w:style w:type="paragraph" w:customStyle="1" w:styleId="VRHB-Tabelleninhalt">
    <w:name w:val="VR HB - Tabelleninhalt"/>
    <w:qFormat/>
    <w:rsid w:val="008C30CD"/>
    <w:pPr>
      <w:autoSpaceDE w:val="0"/>
      <w:autoSpaceDN w:val="0"/>
      <w:adjustRightInd w:val="0"/>
      <w:spacing w:line="240" w:lineRule="atLeast"/>
    </w:pPr>
    <w:rPr>
      <w:rFonts w:ascii="GenosGFG" w:hAnsi="GenosGFG" w:cs="GenosGFG"/>
      <w:sz w:val="18"/>
      <w:szCs w:val="16"/>
    </w:rPr>
  </w:style>
  <w:style w:type="numbering" w:customStyle="1" w:styleId="VRAfzabc">
    <w:name w:val="VR_Afz_abc"/>
    <w:uiPriority w:val="99"/>
    <w:rsid w:val="00D31FA1"/>
    <w:pPr>
      <w:numPr>
        <w:numId w:val="2"/>
      </w:numPr>
    </w:pPr>
  </w:style>
  <w:style w:type="numbering" w:customStyle="1" w:styleId="VRAfzPunkte1-3">
    <w:name w:val="VR_Afz_Punkte1-3"/>
    <w:uiPriority w:val="99"/>
    <w:rsid w:val="00D31FA1"/>
    <w:pPr>
      <w:numPr>
        <w:numId w:val="3"/>
      </w:numPr>
    </w:pPr>
  </w:style>
  <w:style w:type="numbering" w:customStyle="1" w:styleId="VRAfzPunkteeinfach">
    <w:name w:val="VR_Afz_Punkte_einfach"/>
    <w:uiPriority w:val="99"/>
    <w:rsid w:val="00D31FA1"/>
    <w:pPr>
      <w:numPr>
        <w:numId w:val="4"/>
      </w:numPr>
    </w:pPr>
  </w:style>
  <w:style w:type="table" w:customStyle="1" w:styleId="TabelleVRPayment">
    <w:name w:val="Tabelle VR Payment"/>
    <w:basedOn w:val="NormaleTabelle"/>
    <w:uiPriority w:val="99"/>
    <w:rsid w:val="002C1C15"/>
    <w:rPr>
      <w:rFonts w:eastAsia="Calibri"/>
    </w:rPr>
    <w:tblPr>
      <w:tblInd w:w="74" w:type="dxa"/>
      <w:tblBorders>
        <w:insideH w:val="single" w:sz="2" w:space="0" w:color="BEBEBE" w:themeColor="accent6"/>
        <w:insideV w:val="single" w:sz="36" w:space="0" w:color="FFFFFF" w:themeColor="background1"/>
      </w:tblBorders>
      <w:tblCellMar>
        <w:top w:w="40" w:type="dxa"/>
        <w:left w:w="74" w:type="dxa"/>
        <w:bottom w:w="40" w:type="dxa"/>
        <w:right w:w="68" w:type="dxa"/>
      </w:tblCellMar>
    </w:tblPr>
  </w:style>
  <w:style w:type="character" w:customStyle="1" w:styleId="VR-Orange">
    <w:name w:val="VR-Orange"/>
    <w:rsid w:val="00D31FA1"/>
    <w:rPr>
      <w:color w:val="FF6600" w:themeColor="accent1"/>
    </w:rPr>
  </w:style>
  <w:style w:type="character" w:customStyle="1" w:styleId="VR-Blau">
    <w:name w:val="VR-Blau"/>
    <w:rsid w:val="00D31FA1"/>
    <w:rPr>
      <w:color w:val="0066B3" w:themeColor="text2"/>
    </w:rPr>
  </w:style>
  <w:style w:type="character" w:customStyle="1" w:styleId="VR-Ultramarin">
    <w:name w:val="VR-Ultramarin"/>
    <w:rsid w:val="00D31FA1"/>
    <w:rPr>
      <w:color w:val="002D67" w:themeColor="background2"/>
    </w:rPr>
  </w:style>
  <w:style w:type="numbering" w:customStyle="1" w:styleId="VRAfzNummer">
    <w:name w:val="VR_Afz_Nummer"/>
    <w:uiPriority w:val="99"/>
    <w:rsid w:val="00D31FA1"/>
    <w:pPr>
      <w:numPr>
        <w:numId w:val="5"/>
      </w:numPr>
    </w:pPr>
  </w:style>
  <w:style w:type="character" w:customStyle="1" w:styleId="VR-HellesBlau">
    <w:name w:val="VR-Helles Blau"/>
    <w:rsid w:val="00D31FA1"/>
    <w:rPr>
      <w:color w:val="BED7F0" w:themeColor="accent3"/>
    </w:rPr>
  </w:style>
  <w:style w:type="paragraph" w:customStyle="1" w:styleId="VRFuzeile">
    <w:name w:val="VR_Fußzeile"/>
    <w:rsid w:val="00F87F35"/>
    <w:pPr>
      <w:jc w:val="right"/>
    </w:pPr>
    <w:rPr>
      <w:rFonts w:eastAsia="Calibri"/>
      <w:sz w:val="12"/>
      <w:szCs w:val="12"/>
      <w:lang w:eastAsia="en-US"/>
    </w:rPr>
  </w:style>
  <w:style w:type="paragraph" w:customStyle="1" w:styleId="VRKopfzeile">
    <w:name w:val="VR_Kopfzeile"/>
    <w:rsid w:val="0072789E"/>
    <w:pPr>
      <w:tabs>
        <w:tab w:val="right" w:pos="9639"/>
      </w:tabs>
    </w:pPr>
    <w:rPr>
      <w:rFonts w:eastAsia="Calibri"/>
      <w:b/>
      <w:color w:val="002D67" w:themeColor="background2"/>
      <w:sz w:val="24"/>
      <w:szCs w:val="24"/>
      <w:lang w:eastAsia="en-US"/>
    </w:rPr>
  </w:style>
  <w:style w:type="table" w:customStyle="1" w:styleId="Gitternetztabelle1hell1">
    <w:name w:val="Gitternetztabelle 1 hell1"/>
    <w:basedOn w:val="NormaleTabelle"/>
    <w:uiPriority w:val="46"/>
    <w:rsid w:val="00D31FA1"/>
    <w:rPr>
      <w:rFonts w:eastAsia="Calibri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VRHB-Abstandklein">
    <w:name w:val="VR HB - Abstand klein"/>
    <w:basedOn w:val="VRHB-Flietext"/>
    <w:rsid w:val="00FE3A76"/>
    <w:pPr>
      <w:widowControl w:val="0"/>
      <w:spacing w:line="240" w:lineRule="auto"/>
    </w:pPr>
    <w:rPr>
      <w:sz w:val="12"/>
    </w:rPr>
  </w:style>
  <w:style w:type="numbering" w:customStyle="1" w:styleId="VRAufzTab">
    <w:name w:val="VR_Aufz_Tab"/>
    <w:uiPriority w:val="99"/>
    <w:rsid w:val="002C1C15"/>
    <w:pPr>
      <w:numPr>
        <w:numId w:val="6"/>
      </w:numPr>
    </w:pPr>
  </w:style>
  <w:style w:type="table" w:customStyle="1" w:styleId="TabelleVRPaymentKopf">
    <w:name w:val="Tabelle VR Payment Kopf"/>
    <w:basedOn w:val="NormaleTabelle"/>
    <w:uiPriority w:val="99"/>
    <w:rsid w:val="009C6329"/>
    <w:rPr>
      <w:rFonts w:eastAsia="Calibri"/>
    </w:rPr>
    <w:tblPr>
      <w:tblInd w:w="74" w:type="dxa"/>
      <w:tblBorders>
        <w:top w:val="single" w:sz="2" w:space="0" w:color="002D67" w:themeColor="background2"/>
        <w:left w:val="single" w:sz="2" w:space="0" w:color="002D67" w:themeColor="background2"/>
        <w:bottom w:val="single" w:sz="2" w:space="0" w:color="002D67" w:themeColor="background2"/>
        <w:right w:val="single" w:sz="2" w:space="0" w:color="002D67" w:themeColor="background2"/>
        <w:insideH w:val="single" w:sz="2" w:space="0" w:color="002D67" w:themeColor="background2"/>
        <w:insideV w:val="single" w:sz="2" w:space="0" w:color="002D67" w:themeColor="background2"/>
      </w:tblBorders>
      <w:tblCellMar>
        <w:top w:w="40" w:type="dxa"/>
        <w:left w:w="74" w:type="dxa"/>
        <w:bottom w:w="40" w:type="dxa"/>
        <w:right w:w="68" w:type="dxa"/>
      </w:tblCellMar>
    </w:tblPr>
    <w:trPr>
      <w:cantSplit/>
    </w:trPr>
    <w:tblStylePr w:type="firstRow">
      <w:tblPr/>
      <w:trPr>
        <w:tblHeader/>
      </w:trPr>
      <w:tcPr>
        <w:tcBorders>
          <w:top w:val="single" w:sz="2" w:space="0" w:color="002D67" w:themeColor="background2"/>
          <w:left w:val="single" w:sz="2" w:space="0" w:color="002D67" w:themeColor="background2"/>
          <w:bottom w:val="single" w:sz="2" w:space="0" w:color="002D67" w:themeColor="background2"/>
          <w:right w:val="single" w:sz="2" w:space="0" w:color="002D67" w:themeColor="background2"/>
          <w:insideH w:val="nil"/>
          <w:insideV w:val="single" w:sz="8" w:space="0" w:color="FFFFFF" w:themeColor="background1"/>
        </w:tcBorders>
        <w:shd w:val="clear" w:color="auto" w:fill="002D67" w:themeFill="background2"/>
      </w:tcPr>
    </w:tblStylePr>
  </w:style>
  <w:style w:type="character" w:customStyle="1" w:styleId="VRHBZFIndexfarbeblaufett">
    <w:name w:val="VR HB ZF Indexfarbe blau/fett"/>
    <w:basedOn w:val="Absatz-Standardschriftart"/>
    <w:qFormat/>
    <w:rsid w:val="00B661FF"/>
    <w:rPr>
      <w:rFonts w:eastAsia="Calibri"/>
      <w:b/>
      <w:color w:val="0000FF"/>
    </w:rPr>
  </w:style>
  <w:style w:type="paragraph" w:customStyle="1" w:styleId="VRHB-Tabelleninhalthg04">
    <w:name w:val="VR HB - Tabelleninhalt hg 0/4"/>
    <w:basedOn w:val="VRHB-Tabelleninhalt"/>
    <w:qFormat/>
    <w:rsid w:val="004423B2"/>
    <w:pPr>
      <w:ind w:left="227" w:hanging="227"/>
    </w:pPr>
  </w:style>
  <w:style w:type="paragraph" w:customStyle="1" w:styleId="VRHB-TabelleninhaltAfzPunkt">
    <w:name w:val="VR HB - Tabelleninhalt Afz Punkt"/>
    <w:basedOn w:val="VRHB-Tabelleninhalt"/>
    <w:qFormat/>
    <w:rsid w:val="00EC6889"/>
    <w:pPr>
      <w:keepLines/>
      <w:numPr>
        <w:numId w:val="8"/>
      </w:numPr>
    </w:pPr>
  </w:style>
  <w:style w:type="numbering" w:customStyle="1" w:styleId="ListeTabAfzPunkt">
    <w:name w:val="Liste Tab Afz Punkt"/>
    <w:uiPriority w:val="99"/>
    <w:rsid w:val="004423B2"/>
    <w:pPr>
      <w:numPr>
        <w:numId w:val="8"/>
      </w:numPr>
    </w:pPr>
  </w:style>
  <w:style w:type="character" w:customStyle="1" w:styleId="VRHBZFIndexfarbeblau">
    <w:name w:val="VR HB ZF Indexfarbe blau"/>
    <w:basedOn w:val="VRHBZFIndexfarbeblaufett"/>
    <w:qFormat/>
    <w:rsid w:val="00676AEA"/>
    <w:rPr>
      <w:rFonts w:eastAsia="Calibri"/>
      <w:b w:val="0"/>
      <w:color w:val="0000FF"/>
    </w:rPr>
  </w:style>
  <w:style w:type="paragraph" w:customStyle="1" w:styleId="VRHB-TabelleninhaltAfzZiff">
    <w:name w:val="VR HB - Tabelleninhalt Afz Ziff"/>
    <w:basedOn w:val="VRHB-Tabelleninhalt"/>
    <w:qFormat/>
    <w:rsid w:val="00194AB6"/>
    <w:pPr>
      <w:numPr>
        <w:numId w:val="9"/>
      </w:numPr>
    </w:pPr>
  </w:style>
  <w:style w:type="numbering" w:customStyle="1" w:styleId="ListeTabAfzZiff">
    <w:name w:val="Liste Tab Afz Ziff"/>
    <w:uiPriority w:val="99"/>
    <w:rsid w:val="00194AB6"/>
    <w:pPr>
      <w:numPr>
        <w:numId w:val="9"/>
      </w:numPr>
    </w:pPr>
  </w:style>
  <w:style w:type="paragraph" w:customStyle="1" w:styleId="VRHB-Tabellenberschrift">
    <w:name w:val="VR HB - Tabellenüberschrift"/>
    <w:basedOn w:val="VRHB-Flietext"/>
    <w:qFormat/>
    <w:rsid w:val="007845B0"/>
    <w:pPr>
      <w:spacing w:after="120"/>
    </w:pPr>
    <w:rPr>
      <w:b/>
    </w:rPr>
  </w:style>
  <w:style w:type="paragraph" w:customStyle="1" w:styleId="VRHB-TabelleninhaltfettUltramarin">
    <w:name w:val="VR HB - Tabelleninhalt fett Ultramarin"/>
    <w:basedOn w:val="VRHB-Tabelleninhalt"/>
    <w:rsid w:val="00A15775"/>
    <w:pPr>
      <w:keepNext/>
    </w:pPr>
    <w:rPr>
      <w:b/>
      <w:color w:val="002D67" w:themeColor="background2"/>
    </w:rPr>
  </w:style>
  <w:style w:type="paragraph" w:customStyle="1" w:styleId="VRHB-TabelleninhaltAfzabc">
    <w:name w:val="VR HB - Tabelleninhalt Afz abc"/>
    <w:basedOn w:val="VRHB-Tabelleninhalt"/>
    <w:rsid w:val="008C30CD"/>
    <w:pPr>
      <w:numPr>
        <w:numId w:val="10"/>
      </w:numPr>
    </w:pPr>
  </w:style>
  <w:style w:type="numbering" w:customStyle="1" w:styleId="VRHB-TabAfzabc">
    <w:name w:val="VR HB - Tab Afz abc"/>
    <w:uiPriority w:val="99"/>
    <w:rsid w:val="008C30CD"/>
    <w:pPr>
      <w:numPr>
        <w:numId w:val="10"/>
      </w:numPr>
    </w:pPr>
  </w:style>
  <w:style w:type="character" w:customStyle="1" w:styleId="VRHBZFfettkursiv">
    <w:name w:val="VR HB ZF fett/kursiv"/>
    <w:basedOn w:val="Absatz-Standardschriftart"/>
    <w:rsid w:val="00C1565F"/>
    <w:rPr>
      <w:b/>
      <w:i/>
      <w:color w:val="auto"/>
    </w:rPr>
  </w:style>
  <w:style w:type="character" w:customStyle="1" w:styleId="VRHBZFfett">
    <w:name w:val="VR HB ZF fett"/>
    <w:basedOn w:val="Absatz-Standardschriftart"/>
    <w:rsid w:val="00C1565F"/>
    <w:rPr>
      <w:b/>
      <w:color w:val="auto"/>
    </w:rPr>
  </w:style>
  <w:style w:type="paragraph" w:customStyle="1" w:styleId="VRHB-TabelleninhaltAfzStrich">
    <w:name w:val="VR HB - Tabelleninhalt Afz Strich"/>
    <w:basedOn w:val="VRHB-Tabelleninhalt"/>
    <w:rsid w:val="00660171"/>
    <w:pPr>
      <w:numPr>
        <w:numId w:val="12"/>
      </w:numPr>
    </w:pPr>
  </w:style>
  <w:style w:type="numbering" w:customStyle="1" w:styleId="VRHB-TabAfzStrich">
    <w:name w:val="VR HB - Tab Afz Strich"/>
    <w:uiPriority w:val="99"/>
    <w:rsid w:val="00660171"/>
    <w:pPr>
      <w:numPr>
        <w:numId w:val="11"/>
      </w:numPr>
    </w:pPr>
  </w:style>
  <w:style w:type="paragraph" w:customStyle="1" w:styleId="VRHB-TabelleninhaltVorbelegung">
    <w:name w:val="VR HB - Tabelleninhalt Vorbelegung"/>
    <w:basedOn w:val="VRHB-Tabelleninhalt"/>
    <w:rsid w:val="00BD1BB7"/>
    <w:pPr>
      <w:keepLines/>
      <w:suppressAutoHyphens/>
      <w:spacing w:line="240" w:lineRule="auto"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3712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71237"/>
    <w:rPr>
      <w:rFonts w:ascii="GenosGFG" w:eastAsia="Times New Roman" w:hAnsi="GenosGFG" w:cs="GenosGFG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3712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1237"/>
    <w:rPr>
      <w:rFonts w:ascii="GenosGFG" w:eastAsia="Times New Roman" w:hAnsi="GenosGFG" w:cs="GenosGFG"/>
      <w:szCs w:val="18"/>
    </w:rPr>
  </w:style>
  <w:style w:type="character" w:customStyle="1" w:styleId="Auszeichnung-Bold">
    <w:name w:val="Auszeichnung - Bold"/>
    <w:uiPriority w:val="99"/>
    <w:rsid w:val="00B0783D"/>
    <w:rPr>
      <w:b/>
      <w:bCs/>
      <w:lang w:val="de-DE"/>
    </w:rPr>
  </w:style>
  <w:style w:type="paragraph" w:customStyle="1" w:styleId="Bearbeitungshinweise">
    <w:name w:val="Bearbeitungshinweise"/>
    <w:basedOn w:val="Standard"/>
    <w:link w:val="BearbeitungshinweiseZchn"/>
    <w:qFormat/>
    <w:rsid w:val="009E3C32"/>
    <w:pPr>
      <w:spacing w:line="264" w:lineRule="auto"/>
    </w:pPr>
    <w:rPr>
      <w:rFonts w:ascii="Courier New" w:hAnsi="Courier New" w:cs="Arial"/>
      <w:b/>
      <w:i/>
      <w:color w:val="FF0000"/>
    </w:rPr>
  </w:style>
  <w:style w:type="character" w:customStyle="1" w:styleId="BearbeitungshinweiseZchn">
    <w:name w:val="Bearbeitungshinweise Zchn"/>
    <w:basedOn w:val="Absatz-Standardschriftart"/>
    <w:link w:val="Bearbeitungshinweise"/>
    <w:rsid w:val="009E3C32"/>
    <w:rPr>
      <w:rFonts w:ascii="Courier New" w:hAnsi="Courier New" w:cs="Arial"/>
      <w:b/>
      <w:i/>
      <w:color w:val="FF0000"/>
      <w:sz w:val="22"/>
      <w:szCs w:val="22"/>
    </w:rPr>
  </w:style>
  <w:style w:type="paragraph" w:styleId="Listenabsatz">
    <w:name w:val="List Paragraph"/>
    <w:basedOn w:val="Standard"/>
    <w:uiPriority w:val="34"/>
    <w:qFormat/>
    <w:rsid w:val="00174DC2"/>
    <w:pPr>
      <w:ind w:left="720"/>
      <w:contextualSpacing/>
    </w:pPr>
    <w:rPr>
      <w:sz w:val="20"/>
    </w:rPr>
  </w:style>
  <w:style w:type="table" w:customStyle="1" w:styleId="Tabellenraster1">
    <w:name w:val="Tabellenraster1"/>
    <w:basedOn w:val="NormaleTabelle"/>
    <w:next w:val="Tabellenraster"/>
    <w:rsid w:val="009E3C32"/>
    <w:pPr>
      <w:spacing w:line="280" w:lineRule="atLeast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">
    <w:name w:val="Teil"/>
    <w:basedOn w:val="Textkrper-Zeileneinzug"/>
    <w:link w:val="TeilZchn"/>
    <w:qFormat/>
    <w:rsid w:val="00A2732E"/>
    <w:pPr>
      <w:tabs>
        <w:tab w:val="left" w:pos="3969"/>
        <w:tab w:val="left" w:pos="5103"/>
        <w:tab w:val="left" w:pos="9072"/>
      </w:tabs>
      <w:overflowPunct w:val="0"/>
      <w:spacing w:line="300" w:lineRule="exact"/>
      <w:ind w:left="1134" w:hanging="1134"/>
      <w:jc w:val="center"/>
      <w:textAlignment w:val="baseline"/>
    </w:pPr>
    <w:rPr>
      <w:rFonts w:ascii="Arial" w:hAnsi="Arial" w:cs="Arial"/>
      <w:b/>
      <w:spacing w:val="20"/>
      <w:sz w:val="36"/>
      <w:szCs w:val="36"/>
    </w:rPr>
  </w:style>
  <w:style w:type="paragraph" w:customStyle="1" w:styleId="Teilberschrift">
    <w:name w:val="Teil Überschrift"/>
    <w:basedOn w:val="Textkrper"/>
    <w:link w:val="TeilberschriftZchn"/>
    <w:qFormat/>
    <w:rsid w:val="00A2732E"/>
    <w:pPr>
      <w:overflowPunct w:val="0"/>
      <w:jc w:val="center"/>
      <w:textAlignment w:val="baseline"/>
    </w:pPr>
    <w:rPr>
      <w:rFonts w:ascii="Arial" w:hAnsi="Arial" w:cs="Arial"/>
      <w:b/>
      <w:spacing w:val="20"/>
      <w:sz w:val="28"/>
      <w:szCs w:val="28"/>
    </w:rPr>
  </w:style>
  <w:style w:type="character" w:customStyle="1" w:styleId="TeilZchn">
    <w:name w:val="Teil Zchn"/>
    <w:basedOn w:val="Textkrper-ZeileneinzugZchn"/>
    <w:link w:val="Teil"/>
    <w:rsid w:val="00A2732E"/>
    <w:rPr>
      <w:rFonts w:ascii="Arial" w:hAnsi="Arial" w:cs="Arial"/>
      <w:b/>
      <w:spacing w:val="20"/>
      <w:sz w:val="36"/>
      <w:szCs w:val="36"/>
    </w:rPr>
  </w:style>
  <w:style w:type="character" w:customStyle="1" w:styleId="TeilberschriftZchn">
    <w:name w:val="Teil Überschrift Zchn"/>
    <w:basedOn w:val="TextkrperZchn"/>
    <w:link w:val="Teilberschrift"/>
    <w:rsid w:val="00A2732E"/>
    <w:rPr>
      <w:rFonts w:ascii="Arial" w:hAnsi="Arial" w:cs="Arial"/>
      <w:b/>
      <w:spacing w:val="20"/>
      <w:sz w:val="28"/>
      <w:szCs w:val="28"/>
    </w:rPr>
  </w:style>
  <w:style w:type="paragraph" w:customStyle="1" w:styleId="FlietextAufzhlung">
    <w:name w:val="Fließtext Aufzählung"/>
    <w:basedOn w:val="Standard"/>
    <w:link w:val="FlietextAufzhlungZchn"/>
    <w:qFormat/>
    <w:rsid w:val="00A2732E"/>
    <w:pPr>
      <w:spacing w:line="264" w:lineRule="auto"/>
      <w:ind w:left="567"/>
    </w:pPr>
    <w:rPr>
      <w:rFonts w:ascii="Arial" w:hAnsi="Arial" w:cs="Times New Roman"/>
      <w:color w:val="000000"/>
      <w:szCs w:val="20"/>
    </w:rPr>
  </w:style>
  <w:style w:type="character" w:customStyle="1" w:styleId="FlietextAufzhlungZchn">
    <w:name w:val="Fließtext Aufzählung Zchn"/>
    <w:basedOn w:val="Absatz-Standardschriftart"/>
    <w:link w:val="FlietextAufzhlung"/>
    <w:rsid w:val="00A2732E"/>
    <w:rPr>
      <w:rFonts w:ascii="Arial" w:hAnsi="Arial"/>
      <w:color w:val="000000"/>
      <w:sz w:val="22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A2732E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A2732E"/>
    <w:rPr>
      <w:rFonts w:ascii="GenosGFG" w:hAnsi="GenosGFG" w:cs="GenosGFG"/>
      <w:szCs w:val="18"/>
    </w:rPr>
  </w:style>
  <w:style w:type="paragraph" w:styleId="Textkrper">
    <w:name w:val="Body Text"/>
    <w:basedOn w:val="Standard"/>
    <w:link w:val="TextkrperZchn"/>
    <w:semiHidden/>
    <w:unhideWhenUsed/>
    <w:rsid w:val="00A2732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A2732E"/>
    <w:rPr>
      <w:rFonts w:ascii="GenosGFG" w:hAnsi="GenosGFG" w:cs="GenosGFG"/>
      <w:szCs w:val="18"/>
    </w:rPr>
  </w:style>
  <w:style w:type="paragraph" w:customStyle="1" w:styleId="berschriftDeckblatt">
    <w:name w:val="Überschrift Deckblatt"/>
    <w:basedOn w:val="Standard"/>
    <w:next w:val="Standard"/>
    <w:rsid w:val="00174DC2"/>
    <w:pPr>
      <w:spacing w:after="760"/>
    </w:pPr>
    <w:rPr>
      <w:b/>
      <w:color w:val="002D67" w:themeColor="background2"/>
      <w:sz w:val="3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F6E20"/>
    <w:pPr>
      <w:keepLines/>
      <w:numPr>
        <w:numId w:val="0"/>
      </w:numPr>
      <w:spacing w:before="240" w:after="0" w:line="259" w:lineRule="auto"/>
      <w:outlineLvl w:val="9"/>
    </w:pPr>
    <w:rPr>
      <w:rFonts w:eastAsiaTheme="majorEastAsia" w:cstheme="majorBidi"/>
      <w:b w:val="0"/>
      <w:bCs w:val="0"/>
      <w:sz w:val="32"/>
      <w:szCs w:val="32"/>
      <w:lang w:eastAsia="de-DE"/>
    </w:rPr>
  </w:style>
  <w:style w:type="paragraph" w:customStyle="1" w:styleId="Ebene1">
    <w:name w:val="Ebene 1"/>
    <w:basedOn w:val="Standard"/>
    <w:qFormat/>
    <w:rsid w:val="00174DC2"/>
    <w:pPr>
      <w:numPr>
        <w:numId w:val="13"/>
      </w:numPr>
      <w:tabs>
        <w:tab w:val="left" w:pos="885"/>
      </w:tabs>
    </w:pPr>
    <w:rPr>
      <w:rFonts w:ascii="Arial" w:eastAsia="Times New Roman" w:hAnsi="Arial"/>
      <w:lang w:eastAsia="de-DE"/>
    </w:rPr>
  </w:style>
  <w:style w:type="character" w:styleId="Hyperlink">
    <w:name w:val="Hyperlink"/>
    <w:basedOn w:val="Absatz-Standardschriftart"/>
    <w:uiPriority w:val="99"/>
    <w:unhideWhenUsed/>
    <w:rsid w:val="00174DC2"/>
    <w:rPr>
      <w:color w:val="0563C1" w:themeColor="hyperlink"/>
      <w:u w:val="single"/>
    </w:rPr>
  </w:style>
  <w:style w:type="paragraph" w:customStyle="1" w:styleId="Flietext">
    <w:name w:val="Fließtext"/>
    <w:basedOn w:val="Standard"/>
    <w:qFormat/>
    <w:rsid w:val="00174DC2"/>
    <w:pPr>
      <w:spacing w:after="180"/>
    </w:pPr>
    <w:rPr>
      <w:rFonts w:ascii="Arial" w:hAnsi="Arial"/>
      <w:lang w:eastAsia="de-DE"/>
    </w:rPr>
  </w:style>
  <w:style w:type="character" w:styleId="Kommentarzeichen">
    <w:name w:val="annotation reference"/>
    <w:basedOn w:val="Absatz-Standardschriftart"/>
    <w:uiPriority w:val="99"/>
    <w:rsid w:val="00174DC2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74DC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ufzhlungen">
    <w:name w:val="Aufzählungen"/>
    <w:basedOn w:val="Standard"/>
    <w:qFormat/>
    <w:rsid w:val="00174DC2"/>
    <w:pPr>
      <w:tabs>
        <w:tab w:val="left" w:pos="357"/>
      </w:tabs>
      <w:spacing w:before="60" w:after="60"/>
      <w:ind w:left="357" w:hanging="357"/>
    </w:pPr>
    <w:rPr>
      <w:rFonts w:ascii="Arial" w:hAnsi="Arial"/>
    </w:rPr>
  </w:style>
  <w:style w:type="paragraph" w:customStyle="1" w:styleId="berschrift2-Absatz">
    <w:name w:val="Überschrift 2 - Absatz"/>
    <w:basedOn w:val="berschrift2"/>
    <w:next w:val="berschrift2"/>
    <w:link w:val="berschrift2-AbsatzZchn"/>
    <w:qFormat/>
    <w:rsid w:val="00174DC2"/>
    <w:pPr>
      <w:numPr>
        <w:ilvl w:val="0"/>
        <w:numId w:val="14"/>
      </w:numPr>
      <w:spacing w:before="360" w:after="120" w:line="360" w:lineRule="auto"/>
      <w:jc w:val="both"/>
    </w:pPr>
    <w:rPr>
      <w:rFonts w:ascii="GenosGFG" w:eastAsia="Times New Roman" w:hAnsi="GenosGFG" w:cstheme="minorBidi"/>
      <w:szCs w:val="22"/>
      <w:lang w:eastAsia="de-DE"/>
    </w:rPr>
  </w:style>
  <w:style w:type="character" w:customStyle="1" w:styleId="berschrift2-AbsatzZchn">
    <w:name w:val="Überschrift 2 - Absatz Zchn"/>
    <w:basedOn w:val="Absatz-Standardschriftart"/>
    <w:link w:val="berschrift2-Absatz"/>
    <w:rsid w:val="00174DC2"/>
    <w:rPr>
      <w:rFonts w:ascii="GenosGFG" w:hAnsi="GenosGFG" w:cstheme="minorBidi"/>
      <w:b/>
      <w:bCs/>
      <w:sz w:val="22"/>
      <w:szCs w:val="22"/>
    </w:rPr>
  </w:style>
  <w:style w:type="character" w:customStyle="1" w:styleId="Tabellenberschriftenwei">
    <w:name w:val="Tabellenüberschriften weiß"/>
    <w:basedOn w:val="Absatz-Standardschriftart"/>
    <w:qFormat/>
    <w:rsid w:val="00EF6E20"/>
    <w:rPr>
      <w:rFonts w:ascii="Arial" w:hAnsi="Arial"/>
      <w:b/>
      <w:caps w:val="0"/>
      <w:smallCaps w:val="0"/>
      <w:strike w:val="0"/>
      <w:dstrike w:val="0"/>
      <w:vanish w:val="0"/>
      <w:color w:val="FFFFFF" w:themeColor="background1"/>
      <w:sz w:val="22"/>
      <w:u w:val="none"/>
      <w:vertAlign w:val="baseline"/>
    </w:rPr>
  </w:style>
  <w:style w:type="paragraph" w:customStyle="1" w:styleId="Nummerierung">
    <w:name w:val="Nummerierung"/>
    <w:basedOn w:val="Standard"/>
    <w:qFormat/>
    <w:rsid w:val="00174DC2"/>
    <w:pPr>
      <w:numPr>
        <w:numId w:val="15"/>
      </w:numPr>
      <w:spacing w:before="0"/>
    </w:pPr>
    <w:rPr>
      <w:rFonts w:ascii="Arial" w:eastAsia="Times New Roman" w:hAnsi="Arial" w:cs="Times New Roman"/>
      <w:lang w:eastAsia="de-DE"/>
    </w:rPr>
  </w:style>
  <w:style w:type="paragraph" w:customStyle="1" w:styleId="AbsatzmNummerierung">
    <w:name w:val="Absatz m. Nummerierung"/>
    <w:basedOn w:val="Standard"/>
    <w:autoRedefine/>
    <w:qFormat/>
    <w:rsid w:val="00BB413A"/>
    <w:pPr>
      <w:spacing w:before="0"/>
      <w:ind w:left="719"/>
      <w:jc w:val="left"/>
    </w:pPr>
    <w:rPr>
      <w:rFonts w:ascii="Arial" w:hAnsi="Arial"/>
      <w:sz w:val="20"/>
    </w:rPr>
  </w:style>
  <w:style w:type="paragraph" w:customStyle="1" w:styleId="Vorgabetext11">
    <w:name w:val="Vorgabetext:1:1"/>
    <w:basedOn w:val="Standard"/>
    <w:rsid w:val="00BB413A"/>
    <w:pPr>
      <w:tabs>
        <w:tab w:val="left" w:pos="1440"/>
      </w:tabs>
      <w:overflowPunct w:val="0"/>
      <w:autoSpaceDE w:val="0"/>
      <w:autoSpaceDN w:val="0"/>
      <w:adjustRightInd w:val="0"/>
      <w:spacing w:before="0"/>
    </w:pPr>
    <w:rPr>
      <w:rFonts w:ascii="Times New Roman" w:eastAsia="Times New Roman" w:hAnsi="Times New Roman" w:cs="Times New Roman"/>
      <w:sz w:val="24"/>
      <w:szCs w:val="20"/>
      <w:lang w:val="en-US" w:eastAsia="de-DE"/>
    </w:rPr>
  </w:style>
  <w:style w:type="character" w:customStyle="1" w:styleId="eop">
    <w:name w:val="eop"/>
    <w:basedOn w:val="Absatz-Standardschriftart"/>
    <w:rsid w:val="008E0DBC"/>
  </w:style>
  <w:style w:type="character" w:styleId="Erwhnung">
    <w:name w:val="Mention"/>
    <w:basedOn w:val="Absatz-Standardschriftart"/>
    <w:uiPriority w:val="99"/>
    <w:unhideWhenUsed/>
    <w:rsid w:val="008E0DBC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27087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einLeerraum">
    <w:name w:val="No Spacing"/>
    <w:uiPriority w:val="1"/>
    <w:qFormat/>
    <w:rsid w:val="00E308A2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1B138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MS-CD-Flietext">
    <w:name w:val="BMS - CD - Fließtext_"/>
    <w:basedOn w:val="Standard"/>
    <w:link w:val="BMS-CD-FlietextZchn"/>
    <w:qFormat/>
    <w:rsid w:val="001B138D"/>
    <w:pPr>
      <w:autoSpaceDE w:val="0"/>
      <w:autoSpaceDN w:val="0"/>
      <w:adjustRightInd w:val="0"/>
      <w:spacing w:before="0" w:line="276" w:lineRule="auto"/>
      <w:jc w:val="left"/>
      <w:textAlignment w:val="center"/>
    </w:pPr>
    <w:rPr>
      <w:rFonts w:ascii="Calibri" w:hAnsi="Calibri" w:cs="Calibri"/>
      <w:color w:val="000000"/>
      <w:sz w:val="24"/>
      <w:szCs w:val="24"/>
    </w:rPr>
  </w:style>
  <w:style w:type="character" w:customStyle="1" w:styleId="BMS-CD-FlietextZchn">
    <w:name w:val="BMS - CD - Fließtext_ Zchn"/>
    <w:basedOn w:val="Absatz-Standardschriftart"/>
    <w:link w:val="BMS-CD-Flietext"/>
    <w:rsid w:val="001B138D"/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locktext">
    <w:name w:val="Block Text"/>
    <w:basedOn w:val="Standard"/>
    <w:rsid w:val="001B138D"/>
    <w:pPr>
      <w:spacing w:before="280"/>
      <w:jc w:val="left"/>
    </w:pPr>
    <w:rPr>
      <w:rFonts w:ascii="Arial" w:eastAsia="Arial" w:hAnsi="Arial" w:cs="Arial"/>
      <w:sz w:val="20"/>
      <w:szCs w:val="20"/>
      <w:lang w:eastAsia="de-DE"/>
    </w:rPr>
  </w:style>
  <w:style w:type="paragraph" w:customStyle="1" w:styleId="ListeneintragEbene1">
    <w:name w:val="Listeneintrag Ebene 1"/>
    <w:basedOn w:val="Standard"/>
    <w:link w:val="ListeneintragEbene1ZchnZchn"/>
    <w:rsid w:val="001B138D"/>
    <w:pPr>
      <w:keepNext/>
      <w:spacing w:before="60" w:after="60"/>
      <w:jc w:val="left"/>
    </w:pPr>
    <w:rPr>
      <w:rFonts w:ascii="Arial" w:eastAsia="Arial" w:hAnsi="Arial" w:cs="Arial"/>
      <w:bCs/>
      <w:sz w:val="20"/>
      <w:szCs w:val="20"/>
      <w:lang w:eastAsia="de-DE"/>
    </w:rPr>
  </w:style>
  <w:style w:type="character" w:customStyle="1" w:styleId="ListeneintragEbene1ZchnZchn">
    <w:name w:val="Listeneintrag Ebene 1 Zchn Zchn"/>
    <w:link w:val="ListeneintragEbene1"/>
    <w:rsid w:val="001B138D"/>
    <w:rPr>
      <w:rFonts w:ascii="Arial" w:eastAsia="Arial" w:hAnsi="Arial" w:cs="Arial"/>
      <w:bCs/>
    </w:rPr>
  </w:style>
  <w:style w:type="character" w:styleId="Platzhaltertext">
    <w:name w:val="Placeholder Text"/>
    <w:basedOn w:val="Absatz-Standardschriftart"/>
    <w:uiPriority w:val="99"/>
    <w:semiHidden/>
    <w:rsid w:val="0017333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4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3.xml"/><Relationship Id="rId27" Type="http://schemas.microsoft.com/office/2019/05/relationships/documenttasks" Target="documenttasks/documenttasks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001%20Vorlagen\VRP%20Vorlagen\VRP_VL_Word-generisch_DE_230331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8BF040AD-DAC7-4943-9932-427BB7C74ED4}">
    <t:Anchor>
      <t:Comment id="874045865"/>
    </t:Anchor>
    <t:History>
      <t:Event id="{0E563C42-855C-4869-BFE0-5C63F1BA5D95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Create/>
      </t:Event>
      <t:Event id="{2BD0DA8C-2C71-4C42-A7C8-3FAB8F53907F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Assign userId="S::jan-marvin.beyer@bms-cs.de::0753ebf6-8832-42d3-a15d-0ca96b018340" userProvider="AD" userName="Jan-Marvin Beyer | BMS Corporate Solutions GmbH"/>
      </t:Event>
      <t:Event id="{FD88F8A1-3FE3-4C09-9FF1-200D1675EAD5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SetTitle title="@Jan-Marvin Beyer | BMS Corporate Solutions GmbH : Preise ggf anpassen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10C04A-2ACA-4237-BD37-07D02E31EB66}"/>
      </w:docPartPr>
      <w:docPartBody>
        <w:p w:rsidR="00A24587" w:rsidRDefault="00E440C7"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2018308A6C04DBFAE5FBDA96D3E2D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748EF4-EF2E-4332-BD9E-062940AF109C}"/>
      </w:docPartPr>
      <w:docPartBody>
        <w:p w:rsidR="00A24587" w:rsidRDefault="00E440C7" w:rsidP="00E440C7">
          <w:pPr>
            <w:pStyle w:val="D2018308A6C04DBFAE5FBDA96D3E2D08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D8D5F6B37844F483DEB195C840AF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78737D-7B64-4FF2-9ACB-2814489C8463}"/>
      </w:docPartPr>
      <w:docPartBody>
        <w:p w:rsidR="00A24587" w:rsidRDefault="00E440C7" w:rsidP="00E440C7">
          <w:pPr>
            <w:pStyle w:val="5ED8D5F6B37844F483DEB195C840AFE3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3CC2C71653C4B1EB22BEFAC569F24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6AF85-4F04-4A83-8B12-76581C62C647}"/>
      </w:docPartPr>
      <w:docPartBody>
        <w:p w:rsidR="00A24587" w:rsidRDefault="00E440C7" w:rsidP="00E440C7">
          <w:pPr>
            <w:pStyle w:val="C3CC2C71653C4B1EB22BEFAC569F2462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CA07F5E1BE41A3B78E501AE5CFC2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323394-6AC1-4F28-8CD5-DCC191C82FE0}"/>
      </w:docPartPr>
      <w:docPartBody>
        <w:p w:rsidR="00A24587" w:rsidRDefault="00E440C7" w:rsidP="00E440C7">
          <w:pPr>
            <w:pStyle w:val="7DCA07F5E1BE41A3B78E501AE5CFC2ED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4CD60B8181840AF93D9EE10004081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432A50-819A-46C7-AF5A-B26C4F8AA5AD}"/>
      </w:docPartPr>
      <w:docPartBody>
        <w:p w:rsidR="00A24587" w:rsidRDefault="00E440C7" w:rsidP="00E440C7">
          <w:pPr>
            <w:pStyle w:val="84CD60B8181840AF93D9EE10004081AE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9F75E56B50D4BE9B1FAEF6300C1FC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7C896E-546B-4D20-958B-40FB71CE5FCE}"/>
      </w:docPartPr>
      <w:docPartBody>
        <w:p w:rsidR="00A24587" w:rsidRDefault="00E440C7" w:rsidP="00E440C7">
          <w:pPr>
            <w:pStyle w:val="E9F75E56B50D4BE9B1FAEF6300C1FCC1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BD83654BDF47B083DC1C739F2B6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B8CBC9-D29D-4A1C-9DE4-42782A6A0C90}"/>
      </w:docPartPr>
      <w:docPartBody>
        <w:p w:rsidR="00A24587" w:rsidRDefault="00E440C7" w:rsidP="00E440C7">
          <w:pPr>
            <w:pStyle w:val="4DBD83654BDF47B083DC1C739F2B6B4A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osGFG">
    <w:altName w:val="Calibri"/>
    <w:charset w:val="00"/>
    <w:family w:val="swiss"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0C7"/>
    <w:rsid w:val="000F73FA"/>
    <w:rsid w:val="00373CC0"/>
    <w:rsid w:val="003808ED"/>
    <w:rsid w:val="004D7DF5"/>
    <w:rsid w:val="00541C82"/>
    <w:rsid w:val="0054573C"/>
    <w:rsid w:val="00584503"/>
    <w:rsid w:val="00733BCD"/>
    <w:rsid w:val="0087541E"/>
    <w:rsid w:val="00940CFF"/>
    <w:rsid w:val="00A032DF"/>
    <w:rsid w:val="00A24587"/>
    <w:rsid w:val="00B258C7"/>
    <w:rsid w:val="00B40D03"/>
    <w:rsid w:val="00E440C7"/>
    <w:rsid w:val="00EE137F"/>
    <w:rsid w:val="00F74315"/>
    <w:rsid w:val="00FA04D5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808ED"/>
    <w:rPr>
      <w:color w:val="666666"/>
    </w:rPr>
  </w:style>
  <w:style w:type="paragraph" w:customStyle="1" w:styleId="D2018308A6C04DBFAE5FBDA96D3E2D08">
    <w:name w:val="D2018308A6C04DBFAE5FBDA96D3E2D08"/>
    <w:rsid w:val="00E440C7"/>
  </w:style>
  <w:style w:type="paragraph" w:customStyle="1" w:styleId="5ED8D5F6B37844F483DEB195C840AFE3">
    <w:name w:val="5ED8D5F6B37844F483DEB195C840AFE3"/>
    <w:rsid w:val="00E440C7"/>
  </w:style>
  <w:style w:type="paragraph" w:customStyle="1" w:styleId="C3CC2C71653C4B1EB22BEFAC569F2462">
    <w:name w:val="C3CC2C71653C4B1EB22BEFAC569F2462"/>
    <w:rsid w:val="00E440C7"/>
  </w:style>
  <w:style w:type="paragraph" w:customStyle="1" w:styleId="7DCA07F5E1BE41A3B78E501AE5CFC2ED">
    <w:name w:val="7DCA07F5E1BE41A3B78E501AE5CFC2ED"/>
    <w:rsid w:val="00E440C7"/>
  </w:style>
  <w:style w:type="paragraph" w:customStyle="1" w:styleId="84CD60B8181840AF93D9EE10004081AE">
    <w:name w:val="84CD60B8181840AF93D9EE10004081AE"/>
    <w:rsid w:val="00E440C7"/>
  </w:style>
  <w:style w:type="paragraph" w:customStyle="1" w:styleId="E9F75E56B50D4BE9B1FAEF6300C1FCC1">
    <w:name w:val="E9F75E56B50D4BE9B1FAEF6300C1FCC1"/>
    <w:rsid w:val="00E440C7"/>
  </w:style>
  <w:style w:type="paragraph" w:customStyle="1" w:styleId="4DBD83654BDF47B083DC1C739F2B6B4A">
    <w:name w:val="4DBD83654BDF47B083DC1C739F2B6B4A"/>
    <w:rsid w:val="00E440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DesignVR1">
  <a:themeElements>
    <a:clrScheme name="VRP_ab2023">
      <a:dk1>
        <a:sysClr val="windowText" lastClr="000000"/>
      </a:dk1>
      <a:lt1>
        <a:sysClr val="window" lastClr="FFFFFF"/>
      </a:lt1>
      <a:dk2>
        <a:srgbClr val="0066B3"/>
      </a:dk2>
      <a:lt2>
        <a:srgbClr val="002D67"/>
      </a:lt2>
      <a:accent1>
        <a:srgbClr val="FF6600"/>
      </a:accent1>
      <a:accent2>
        <a:srgbClr val="96BEE6"/>
      </a:accent2>
      <a:accent3>
        <a:srgbClr val="BED7F0"/>
      </a:accent3>
      <a:accent4>
        <a:srgbClr val="E1EBF5"/>
      </a:accent4>
      <a:accent5>
        <a:srgbClr val="5A5A5A"/>
      </a:accent5>
      <a:accent6>
        <a:srgbClr val="BEBEBE"/>
      </a:accent6>
      <a:hlink>
        <a:srgbClr val="0563C1"/>
      </a:hlink>
      <a:folHlink>
        <a:srgbClr val="954F72"/>
      </a:folHlink>
    </a:clrScheme>
    <a:fontScheme name="VRP_ab2023">
      <a:majorFont>
        <a:latin typeface="GenosGFG"/>
        <a:ea typeface=""/>
        <a:cs typeface=""/>
      </a:majorFont>
      <a:minorFont>
        <a:latin typeface="GenosGFG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a38f4c-4645-4dd7-bf11-1cd67b6e4018" xsi:nil="true"/>
    <lcf76f155ced4ddcb4097134ff3c332f xmlns="f59d43ec-0562-4769-a333-c9a5dc17ec1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DACFD48C6F4C4A8474B594B0046E65" ma:contentTypeVersion="11" ma:contentTypeDescription="Create a new document." ma:contentTypeScope="" ma:versionID="e610f80e3e45760eae294f74debc6f50">
  <xsd:schema xmlns:xsd="http://www.w3.org/2001/XMLSchema" xmlns:xs="http://www.w3.org/2001/XMLSchema" xmlns:p="http://schemas.microsoft.com/office/2006/metadata/properties" xmlns:ns2="f59d43ec-0562-4769-a333-c9a5dc17ec1c" xmlns:ns3="4aa38f4c-4645-4dd7-bf11-1cd67b6e4018" targetNamespace="http://schemas.microsoft.com/office/2006/metadata/properties" ma:root="true" ma:fieldsID="965dff46ae19327ab38f0f0446314a26" ns2:_="" ns3:_="">
    <xsd:import namespace="f59d43ec-0562-4769-a333-c9a5dc17ec1c"/>
    <xsd:import namespace="4aa38f4c-4645-4dd7-bf11-1cd67b6e4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d43ec-0562-4769-a333-c9a5dc17e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2c89f05-3caf-4e22-94d4-d41a0b49f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38f4c-4645-4dd7-bf11-1cd67b6e40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667daa0-2490-4d68-87e4-cafe8cf70f4f}" ma:internalName="TaxCatchAll" ma:showField="CatchAllData" ma:web="4aa38f4c-4645-4dd7-bf11-1cd67b6e4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0BE43A-B4ED-4B91-9C9F-A30222C43E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B89319-B56C-4E87-8637-8987FB4D0261}">
  <ds:schemaRefs>
    <ds:schemaRef ds:uri="http://schemas.microsoft.com/office/2006/metadata/properties"/>
    <ds:schemaRef ds:uri="http://schemas.microsoft.com/office/infopath/2007/PartnerControls"/>
    <ds:schemaRef ds:uri="4aa38f4c-4645-4dd7-bf11-1cd67b6e4018"/>
    <ds:schemaRef ds:uri="f59d43ec-0562-4769-a333-c9a5dc17ec1c"/>
  </ds:schemaRefs>
</ds:datastoreItem>
</file>

<file path=customXml/itemProps3.xml><?xml version="1.0" encoding="utf-8"?>
<ds:datastoreItem xmlns:ds="http://schemas.openxmlformats.org/officeDocument/2006/customXml" ds:itemID="{EC3D73AA-F85E-4948-BE75-5426271D4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9d43ec-0562-4769-a333-c9a5dc17ec1c"/>
    <ds:schemaRef ds:uri="4aa38f4c-4645-4dd7-bf11-1cd67b6e40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7A2D98-3EE6-4F75-81B5-82D696437C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VRP_VL_Word-generisch_DE_230331.dotx</Template>
  <TotalTime>0</TotalTime>
  <Pages>3</Pages>
  <Words>454</Words>
  <Characters>2865</Characters>
  <Application>Microsoft Office Word</Application>
  <DocSecurity>0</DocSecurity>
  <Lines>23</Lines>
  <Paragraphs>6</Paragraphs>
  <ScaleCrop>false</ScaleCrop>
  <Company>VR Payment GmbH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Wordvorlage Handbuch</dc:title>
  <dc:subject/>
  <dc:creator>Andrea Salt</dc:creator>
  <cp:keywords/>
  <cp:lastModifiedBy>Jan-Marvin Beyer | BMS Corporate Solutions GmbH</cp:lastModifiedBy>
  <cp:revision>130</cp:revision>
  <cp:lastPrinted>2023-01-09T06:36:00Z</cp:lastPrinted>
  <dcterms:created xsi:type="dcterms:W3CDTF">2024-04-03T21:31:00Z</dcterms:created>
  <dcterms:modified xsi:type="dcterms:W3CDTF">2025-04-03T14:45:00Z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0x010100F2DACFD48C6F4C4A8474B594B0046E65</vt:lpwstr>
  </property>
  <property fmtid="{D5CDD505-2E9C-101B-9397-08002B2CF9AE}" pid="3" name="MediaServiceImageTags">
    <vt:lpwstr/>
  </property>
</Properties>
</file>